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1" w:type="dxa"/>
        <w:tblInd w:w="11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94"/>
        <w:gridCol w:w="11"/>
        <w:gridCol w:w="37"/>
        <w:gridCol w:w="332"/>
        <w:gridCol w:w="855"/>
        <w:gridCol w:w="107"/>
        <w:gridCol w:w="648"/>
        <w:gridCol w:w="128"/>
        <w:gridCol w:w="66"/>
        <w:gridCol w:w="193"/>
        <w:gridCol w:w="639"/>
        <w:gridCol w:w="215"/>
        <w:gridCol w:w="183"/>
        <w:gridCol w:w="149"/>
        <w:gridCol w:w="9"/>
        <w:gridCol w:w="56"/>
        <w:gridCol w:w="6"/>
        <w:gridCol w:w="61"/>
        <w:gridCol w:w="64"/>
        <w:gridCol w:w="8"/>
        <w:gridCol w:w="126"/>
        <w:gridCol w:w="134"/>
        <w:gridCol w:w="425"/>
        <w:gridCol w:w="229"/>
        <w:gridCol w:w="441"/>
        <w:gridCol w:w="396"/>
        <w:gridCol w:w="738"/>
        <w:gridCol w:w="998"/>
        <w:gridCol w:w="508"/>
        <w:gridCol w:w="375"/>
        <w:gridCol w:w="1560"/>
      </w:tblGrid>
      <w:tr w:rsidR="001A5431" w14:paraId="21FF96EA" w14:textId="77777777" w:rsidTr="00F733D8">
        <w:trPr>
          <w:cantSplit/>
          <w:trHeight w:hRule="exact" w:val="260"/>
        </w:trPr>
        <w:tc>
          <w:tcPr>
            <w:tcW w:w="3966" w:type="dxa"/>
            <w:gridSpan w:val="15"/>
            <w:vAlign w:val="center"/>
          </w:tcPr>
          <w:p w14:paraId="4C018C11" w14:textId="77777777" w:rsidR="001A5431" w:rsidRDefault="00CA29D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SFDstPP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0" w:name="SFDstPP"/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bookmarkEnd w:id="0"/>
          </w:p>
        </w:tc>
        <w:tc>
          <w:tcPr>
            <w:tcW w:w="1550" w:type="dxa"/>
            <w:gridSpan w:val="10"/>
            <w:vMerge w:val="restart"/>
          </w:tcPr>
          <w:sdt>
            <w:sdtPr>
              <w:rPr>
                <w:rFonts w:cs="Arial"/>
                <w:bCs/>
              </w:rPr>
              <w:alias w:val="Wappen"/>
              <w:tag w:val="Tag01"/>
              <w:id w:val="1041636705"/>
              <w:showingPlcHdr/>
              <w:picture/>
            </w:sdtPr>
            <w:sdtEndPr/>
            <w:sdtContent>
              <w:p w14:paraId="726737AC" w14:textId="77777777" w:rsidR="001A5431" w:rsidRDefault="00A300BE" w:rsidP="00A300BE">
                <w:pPr>
                  <w:jc w:val="center"/>
                  <w:rPr>
                    <w:rFonts w:cs="Arial"/>
                    <w:bCs/>
                  </w:rPr>
                </w:pPr>
                <w:r>
                  <w:rPr>
                    <w:rFonts w:cs="Arial"/>
                    <w:noProof/>
                  </w:rPr>
                  <w:drawing>
                    <wp:inline distT="0" distB="0" distL="0" distR="0" wp14:anchorId="7F0CB763" wp14:editId="25E45BA9">
                      <wp:extent cx="927100" cy="927100"/>
                      <wp:effectExtent l="0" t="0" r="6350" b="6350"/>
                      <wp:docPr id="6" name="Grafi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ild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27100" cy="927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1134" w:type="dxa"/>
            <w:gridSpan w:val="2"/>
            <w:vAlign w:val="center"/>
          </w:tcPr>
          <w:p w14:paraId="7CCFB6F8" w14:textId="77777777" w:rsidR="001A5431" w:rsidRDefault="001A5431">
            <w:pPr>
              <w:jc w:val="right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VNr.:</w:t>
            </w:r>
          </w:p>
        </w:tc>
        <w:tc>
          <w:tcPr>
            <w:tcW w:w="3441" w:type="dxa"/>
            <w:gridSpan w:val="4"/>
            <w:vAlign w:val="center"/>
          </w:tcPr>
          <w:p w14:paraId="47AB411A" w14:textId="77777777" w:rsidR="001A5431" w:rsidRDefault="00EE629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F0009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1" w:name="F0009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1"/>
          </w:p>
          <w:p w14:paraId="0FED69C6" w14:textId="77777777" w:rsidR="001A5431" w:rsidRDefault="001A5431">
            <w:pPr>
              <w:rPr>
                <w:rFonts w:cs="Arial"/>
              </w:rPr>
            </w:pPr>
          </w:p>
        </w:tc>
      </w:tr>
      <w:tr w:rsidR="001A5431" w14:paraId="0468DC8F" w14:textId="77777777" w:rsidTr="00F733D8">
        <w:trPr>
          <w:cantSplit/>
          <w:trHeight w:hRule="exact" w:val="260"/>
        </w:trPr>
        <w:tc>
          <w:tcPr>
            <w:tcW w:w="3966" w:type="dxa"/>
            <w:gridSpan w:val="15"/>
            <w:vAlign w:val="center"/>
          </w:tcPr>
          <w:p w14:paraId="654D5B82" w14:textId="77777777" w:rsidR="001A5431" w:rsidRDefault="00CA29D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SFDstDir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2" w:name="SFDstDir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2"/>
          </w:p>
        </w:tc>
        <w:tc>
          <w:tcPr>
            <w:tcW w:w="1550" w:type="dxa"/>
            <w:gridSpan w:val="10"/>
            <w:vMerge/>
            <w:vAlign w:val="center"/>
          </w:tcPr>
          <w:p w14:paraId="63BC7586" w14:textId="77777777" w:rsidR="001A5431" w:rsidRDefault="001A5431">
            <w:pPr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F573B7" w14:textId="77777777" w:rsidR="001A5431" w:rsidRDefault="001A543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Datum:</w:t>
            </w:r>
          </w:p>
        </w:tc>
        <w:tc>
          <w:tcPr>
            <w:tcW w:w="3441" w:type="dxa"/>
            <w:gridSpan w:val="4"/>
            <w:vAlign w:val="center"/>
          </w:tcPr>
          <w:p w14:paraId="16650BC0" w14:textId="77777777" w:rsidR="001A5431" w:rsidRDefault="003D2F2B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SFTagesDatum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" w:name="SFTagesDatum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3"/>
          </w:p>
          <w:p w14:paraId="3D80772D" w14:textId="77777777" w:rsidR="001A5431" w:rsidRDefault="001A5431">
            <w:pPr>
              <w:rPr>
                <w:rFonts w:cs="Arial"/>
              </w:rPr>
            </w:pPr>
          </w:p>
        </w:tc>
      </w:tr>
      <w:tr w:rsidR="001A5431" w14:paraId="216A3203" w14:textId="77777777" w:rsidTr="00F733D8">
        <w:trPr>
          <w:cantSplit/>
          <w:trHeight w:hRule="exact" w:val="260"/>
        </w:trPr>
        <w:tc>
          <w:tcPr>
            <w:tcW w:w="3966" w:type="dxa"/>
            <w:gridSpan w:val="15"/>
            <w:vAlign w:val="center"/>
          </w:tcPr>
          <w:p w14:paraId="45E1F9F2" w14:textId="77777777" w:rsidR="001A5431" w:rsidRDefault="00CA29D6" w:rsidP="003D2F2B">
            <w:pPr>
              <w:rPr>
                <w:rFonts w:cs="Arial"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SFDstLangbez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4" w:name="SFDstLangbez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4"/>
          </w:p>
        </w:tc>
        <w:tc>
          <w:tcPr>
            <w:tcW w:w="1550" w:type="dxa"/>
            <w:gridSpan w:val="10"/>
            <w:vMerge/>
            <w:vAlign w:val="center"/>
          </w:tcPr>
          <w:p w14:paraId="093E81E6" w14:textId="77777777" w:rsidR="001A5431" w:rsidRDefault="001A5431">
            <w:pPr>
              <w:rPr>
                <w:rFonts w:cs="Arial"/>
              </w:rPr>
            </w:pPr>
          </w:p>
        </w:tc>
        <w:tc>
          <w:tcPr>
            <w:tcW w:w="4575" w:type="dxa"/>
            <w:gridSpan w:val="6"/>
            <w:vAlign w:val="center"/>
          </w:tcPr>
          <w:p w14:paraId="3E0A04E2" w14:textId="77777777" w:rsidR="001A5431" w:rsidRDefault="001A5431">
            <w:pPr>
              <w:rPr>
                <w:rFonts w:cs="Arial"/>
              </w:rPr>
            </w:pPr>
          </w:p>
        </w:tc>
      </w:tr>
      <w:tr w:rsidR="001A5431" w14:paraId="431ECB99" w14:textId="77777777" w:rsidTr="00F733D8">
        <w:trPr>
          <w:cantSplit/>
          <w:trHeight w:hRule="exact" w:val="260"/>
        </w:trPr>
        <w:tc>
          <w:tcPr>
            <w:tcW w:w="3966" w:type="dxa"/>
            <w:gridSpan w:val="15"/>
            <w:vAlign w:val="center"/>
          </w:tcPr>
          <w:p w14:paraId="020D63C0" w14:textId="77777777" w:rsidR="001A5431" w:rsidRDefault="00CA29D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SFDstStrHausnr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5" w:name="SFDstStrHausnr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5"/>
          </w:p>
        </w:tc>
        <w:tc>
          <w:tcPr>
            <w:tcW w:w="1550" w:type="dxa"/>
            <w:gridSpan w:val="10"/>
            <w:vMerge/>
            <w:vAlign w:val="center"/>
          </w:tcPr>
          <w:p w14:paraId="56B87B3D" w14:textId="77777777" w:rsidR="001A5431" w:rsidRDefault="001A5431">
            <w:pPr>
              <w:rPr>
                <w:rFonts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5CBFBB" w14:textId="77777777" w:rsidR="001A5431" w:rsidRDefault="001A543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Telefon:</w:t>
            </w:r>
          </w:p>
        </w:tc>
        <w:tc>
          <w:tcPr>
            <w:tcW w:w="3441" w:type="dxa"/>
            <w:gridSpan w:val="4"/>
            <w:vAlign w:val="center"/>
          </w:tcPr>
          <w:p w14:paraId="47346158" w14:textId="77777777" w:rsidR="001A5431" w:rsidRDefault="003D2F2B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SFTelefonDst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SFTelefonDst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6"/>
          </w:p>
          <w:p w14:paraId="3F8742E9" w14:textId="77777777" w:rsidR="001A5431" w:rsidRDefault="001A5431">
            <w:pPr>
              <w:rPr>
                <w:rFonts w:cs="Arial"/>
              </w:rPr>
            </w:pPr>
          </w:p>
        </w:tc>
      </w:tr>
      <w:tr w:rsidR="001A5431" w14:paraId="1E33BD63" w14:textId="77777777" w:rsidTr="00F733D8">
        <w:trPr>
          <w:cantSplit/>
          <w:trHeight w:hRule="exact" w:val="260"/>
        </w:trPr>
        <w:tc>
          <w:tcPr>
            <w:tcW w:w="3966" w:type="dxa"/>
            <w:gridSpan w:val="15"/>
            <w:vAlign w:val="center"/>
          </w:tcPr>
          <w:p w14:paraId="0F757617" w14:textId="77777777" w:rsidR="001A5431" w:rsidRDefault="00CA29D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SFDstPLZOrt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7" w:name="SFDstPLZOrt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7"/>
          </w:p>
        </w:tc>
        <w:tc>
          <w:tcPr>
            <w:tcW w:w="1550" w:type="dxa"/>
            <w:gridSpan w:val="10"/>
            <w:vMerge/>
            <w:vAlign w:val="center"/>
          </w:tcPr>
          <w:p w14:paraId="28400B1A" w14:textId="77777777" w:rsidR="001A5431" w:rsidRDefault="001A5431">
            <w:pPr>
              <w:rPr>
                <w:rFonts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F6A782" w14:textId="77777777" w:rsidR="001A5431" w:rsidRDefault="001A543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Fax:</w:t>
            </w:r>
          </w:p>
        </w:tc>
        <w:tc>
          <w:tcPr>
            <w:tcW w:w="3441" w:type="dxa"/>
            <w:gridSpan w:val="4"/>
            <w:vAlign w:val="center"/>
          </w:tcPr>
          <w:p w14:paraId="0084EF83" w14:textId="77777777" w:rsidR="001A5431" w:rsidRDefault="003D2F2B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SFFaxDst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SFFaxDst"/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  <w:bookmarkEnd w:id="8"/>
          </w:p>
          <w:p w14:paraId="06E51A6F" w14:textId="77777777" w:rsidR="001A5431" w:rsidRDefault="001A5431">
            <w:pPr>
              <w:rPr>
                <w:rFonts w:cs="Arial"/>
              </w:rPr>
            </w:pPr>
          </w:p>
        </w:tc>
      </w:tr>
      <w:tr w:rsidR="00A300BE" w14:paraId="57099F1C" w14:textId="77777777" w:rsidTr="00F733D8">
        <w:trPr>
          <w:cantSplit/>
          <w:trHeight w:hRule="exact" w:val="260"/>
        </w:trPr>
        <w:tc>
          <w:tcPr>
            <w:tcW w:w="3966" w:type="dxa"/>
            <w:gridSpan w:val="15"/>
            <w:vAlign w:val="center"/>
          </w:tcPr>
          <w:p w14:paraId="41F5529F" w14:textId="77777777" w:rsidR="00A300BE" w:rsidRPr="00CA29D6" w:rsidRDefault="00A300BE" w:rsidP="00627F19">
            <w:pPr>
              <w:rPr>
                <w:rFonts w:cs="Arial"/>
                <w:b/>
              </w:rPr>
            </w:pPr>
          </w:p>
        </w:tc>
        <w:tc>
          <w:tcPr>
            <w:tcW w:w="1550" w:type="dxa"/>
            <w:gridSpan w:val="10"/>
            <w:vMerge/>
            <w:vAlign w:val="center"/>
          </w:tcPr>
          <w:p w14:paraId="7B6F832D" w14:textId="77777777" w:rsidR="00A300BE" w:rsidRDefault="00A300BE">
            <w:pPr>
              <w:rPr>
                <w:rFonts w:cs="Arial"/>
              </w:rPr>
            </w:pPr>
          </w:p>
        </w:tc>
        <w:tc>
          <w:tcPr>
            <w:tcW w:w="4575" w:type="dxa"/>
            <w:gridSpan w:val="6"/>
            <w:vAlign w:val="center"/>
          </w:tcPr>
          <w:p w14:paraId="00083C9A" w14:textId="77777777" w:rsidR="00A300BE" w:rsidRDefault="00A300BE" w:rsidP="00D003FF">
            <w:pPr>
              <w:rPr>
                <w:rFonts w:cs="Arial"/>
              </w:rPr>
            </w:pPr>
          </w:p>
        </w:tc>
      </w:tr>
      <w:tr w:rsidR="00F254E6" w14:paraId="0AAC9D41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2729D3BC" w14:textId="77777777" w:rsidR="00F254E6" w:rsidRDefault="00F254E6" w:rsidP="00A63D9E">
            <w:pPr>
              <w:rPr>
                <w:rFonts w:cs="Arial"/>
              </w:rPr>
            </w:pPr>
          </w:p>
        </w:tc>
      </w:tr>
      <w:tr w:rsidR="00F755F8" w14:paraId="6D5C3FEB" w14:textId="77777777" w:rsidTr="00F733D8">
        <w:trPr>
          <w:cantSplit/>
          <w:trHeight w:hRule="exact" w:val="260"/>
        </w:trPr>
        <w:tc>
          <w:tcPr>
            <w:tcW w:w="442" w:type="dxa"/>
            <w:gridSpan w:val="3"/>
            <w:vAlign w:val="center"/>
          </w:tcPr>
          <w:p w14:paraId="1B1984CE" w14:textId="77777777" w:rsidR="00F755F8" w:rsidRDefault="00F755F8" w:rsidP="00C45076">
            <w:pPr>
              <w:rPr>
                <w:rFonts w:cs="Arial"/>
              </w:rPr>
            </w:pPr>
            <w:r w:rsidRPr="003D2F2B">
              <w:rPr>
                <w:rFonts w:cs="Arial"/>
                <w:bCs/>
              </w:rPr>
              <w:t>SB:</w:t>
            </w:r>
          </w:p>
        </w:tc>
        <w:tc>
          <w:tcPr>
            <w:tcW w:w="3515" w:type="dxa"/>
            <w:gridSpan w:val="11"/>
            <w:vAlign w:val="center"/>
          </w:tcPr>
          <w:p w14:paraId="3D08A389" w14:textId="77777777" w:rsidR="00F755F8" w:rsidRDefault="00F755F8" w:rsidP="00C45076">
            <w:pPr>
              <w:rPr>
                <w:rFonts w:cs="Arial"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</w:p>
        </w:tc>
        <w:tc>
          <w:tcPr>
            <w:tcW w:w="132" w:type="dxa"/>
            <w:gridSpan w:val="4"/>
            <w:vAlign w:val="center"/>
          </w:tcPr>
          <w:p w14:paraId="0F768A4D" w14:textId="77777777" w:rsidR="00F755F8" w:rsidRDefault="00F755F8" w:rsidP="00C45076">
            <w:pPr>
              <w:rPr>
                <w:rFonts w:cs="Arial"/>
              </w:rPr>
            </w:pPr>
          </w:p>
        </w:tc>
        <w:tc>
          <w:tcPr>
            <w:tcW w:w="757" w:type="dxa"/>
            <w:gridSpan w:val="5"/>
            <w:vAlign w:val="center"/>
          </w:tcPr>
          <w:p w14:paraId="51A4630B" w14:textId="77777777" w:rsidR="00F755F8" w:rsidRDefault="00F755F8" w:rsidP="00C45076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E-Mail:</w:t>
            </w:r>
          </w:p>
        </w:tc>
        <w:tc>
          <w:tcPr>
            <w:tcW w:w="5245" w:type="dxa"/>
            <w:gridSpan w:val="8"/>
            <w:vAlign w:val="center"/>
          </w:tcPr>
          <w:p w14:paraId="2A788A3E" w14:textId="77777777" w:rsidR="00F755F8" w:rsidRDefault="00F755F8" w:rsidP="00C45076">
            <w:pPr>
              <w:rPr>
                <w:rFonts w:cs="Arial"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</w:p>
        </w:tc>
      </w:tr>
      <w:tr w:rsidR="00F755F8" w14:paraId="4EF751FA" w14:textId="77777777" w:rsidTr="00F733D8">
        <w:trPr>
          <w:cantSplit/>
          <w:trHeight w:hRule="exact" w:val="260"/>
        </w:trPr>
        <w:tc>
          <w:tcPr>
            <w:tcW w:w="4846" w:type="dxa"/>
            <w:gridSpan w:val="23"/>
            <w:vAlign w:val="center"/>
          </w:tcPr>
          <w:p w14:paraId="070CFA95" w14:textId="77777777" w:rsidR="00F755F8" w:rsidRDefault="00F755F8" w:rsidP="00C45076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Funktionspostfach:</w:t>
            </w:r>
          </w:p>
        </w:tc>
        <w:tc>
          <w:tcPr>
            <w:tcW w:w="5245" w:type="dxa"/>
            <w:gridSpan w:val="8"/>
            <w:vAlign w:val="center"/>
          </w:tcPr>
          <w:p w14:paraId="17F5E24D" w14:textId="77777777" w:rsidR="00F755F8" w:rsidRPr="00D003FF" w:rsidRDefault="00F755F8" w:rsidP="00C45076">
            <w:pPr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2"/>
                  </w:textInput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FORMTEXT </w:instrText>
            </w:r>
            <w:r>
              <w:rPr>
                <w:rFonts w:cs="Arial"/>
                <w:b/>
                <w:bCs/>
              </w:rPr>
            </w:r>
            <w:r>
              <w:rPr>
                <w:rFonts w:cs="Arial"/>
                <w:b/>
                <w:bCs/>
              </w:rPr>
              <w:fldChar w:fldCharType="separate"/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 w:rsidR="00851310">
              <w:rPr>
                <w:rFonts w:cs="Arial"/>
                <w:b/>
                <w:bCs/>
                <w:noProof/>
              </w:rPr>
              <w:t> </w:t>
            </w:r>
            <w:r>
              <w:rPr>
                <w:rFonts w:cs="Arial"/>
                <w:b/>
                <w:bCs/>
              </w:rPr>
              <w:fldChar w:fldCharType="end"/>
            </w:r>
          </w:p>
        </w:tc>
      </w:tr>
      <w:tr w:rsidR="00627F19" w14:paraId="7D50EB25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0110D1E5" w14:textId="77777777" w:rsidR="00627F19" w:rsidRDefault="00627F19" w:rsidP="008C1992">
            <w:pPr>
              <w:rPr>
                <w:rFonts w:cs="Arial"/>
              </w:rPr>
            </w:pPr>
          </w:p>
        </w:tc>
      </w:tr>
      <w:tr w:rsidR="00333626" w14:paraId="1C4ED642" w14:textId="77777777" w:rsidTr="00F733D8">
        <w:trPr>
          <w:cantSplit/>
          <w:trHeight w:hRule="exact" w:val="522"/>
        </w:trPr>
        <w:tc>
          <w:tcPr>
            <w:tcW w:w="2578" w:type="dxa"/>
            <w:gridSpan w:val="9"/>
            <w:vAlign w:val="center"/>
          </w:tcPr>
          <w:p w14:paraId="2459EA0C" w14:textId="77777777" w:rsidR="00333626" w:rsidRDefault="00333626" w:rsidP="00333626">
            <w:pPr>
              <w:rPr>
                <w:rFonts w:cs="Arial"/>
              </w:rPr>
            </w:pPr>
            <w:r w:rsidRPr="00333626">
              <w:rPr>
                <w:rFonts w:cs="Arial"/>
                <w:b/>
                <w:sz w:val="28"/>
              </w:rPr>
              <w:t>Messproto</w:t>
            </w:r>
            <w:r>
              <w:rPr>
                <w:rFonts w:cs="Arial"/>
                <w:b/>
                <w:sz w:val="28"/>
              </w:rPr>
              <w:t>koll Nr.: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7513" w:type="dxa"/>
            <w:gridSpan w:val="22"/>
            <w:vAlign w:val="center"/>
          </w:tcPr>
          <w:p w14:paraId="28749A43" w14:textId="77777777" w:rsidR="00333626" w:rsidRDefault="00333626" w:rsidP="00333626">
            <w:pPr>
              <w:rPr>
                <w:rFonts w:cs="Arial"/>
              </w:rPr>
            </w:pPr>
            <w:r>
              <w:rPr>
                <w:rFonts w:cs="Arial"/>
                <w:b/>
                <w:sz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cs="Arial"/>
                <w:b/>
                <w:sz w:val="28"/>
              </w:rPr>
              <w:instrText xml:space="preserve"> FORMTEXT </w:instrText>
            </w:r>
            <w:r>
              <w:rPr>
                <w:rFonts w:cs="Arial"/>
                <w:b/>
                <w:sz w:val="28"/>
              </w:rPr>
            </w:r>
            <w:r>
              <w:rPr>
                <w:rFonts w:cs="Arial"/>
                <w:b/>
                <w:sz w:val="28"/>
              </w:rPr>
              <w:fldChar w:fldCharType="separate"/>
            </w:r>
            <w:r w:rsidR="00851310">
              <w:rPr>
                <w:rFonts w:cs="Arial"/>
                <w:b/>
                <w:noProof/>
                <w:sz w:val="28"/>
              </w:rPr>
              <w:t> </w:t>
            </w:r>
            <w:r w:rsidR="00851310">
              <w:rPr>
                <w:rFonts w:cs="Arial"/>
                <w:b/>
                <w:noProof/>
                <w:sz w:val="28"/>
              </w:rPr>
              <w:t> </w:t>
            </w:r>
            <w:r w:rsidR="00851310">
              <w:rPr>
                <w:rFonts w:cs="Arial"/>
                <w:b/>
                <w:noProof/>
                <w:sz w:val="28"/>
              </w:rPr>
              <w:t> </w:t>
            </w:r>
            <w:r w:rsidR="00851310">
              <w:rPr>
                <w:rFonts w:cs="Arial"/>
                <w:b/>
                <w:noProof/>
                <w:sz w:val="28"/>
              </w:rPr>
              <w:t> </w:t>
            </w:r>
            <w:r w:rsidR="00851310"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sz w:val="28"/>
              </w:rPr>
              <w:fldChar w:fldCharType="end"/>
            </w:r>
          </w:p>
        </w:tc>
      </w:tr>
      <w:tr w:rsidR="00333626" w14:paraId="647316E1" w14:textId="77777777" w:rsidTr="00F733D8">
        <w:trPr>
          <w:cantSplit/>
          <w:trHeight w:hRule="exact" w:val="261"/>
        </w:trPr>
        <w:tc>
          <w:tcPr>
            <w:tcW w:w="10091" w:type="dxa"/>
            <w:gridSpan w:val="31"/>
          </w:tcPr>
          <w:p w14:paraId="177E5442" w14:textId="77777777" w:rsidR="00333626" w:rsidRPr="00333626" w:rsidRDefault="00333626" w:rsidP="00333626">
            <w:pPr>
              <w:rPr>
                <w:rFonts w:cs="Arial"/>
                <w:b/>
                <w:sz w:val="28"/>
              </w:rPr>
            </w:pPr>
          </w:p>
        </w:tc>
      </w:tr>
      <w:tr w:rsidR="00333626" w14:paraId="283E83A0" w14:textId="77777777" w:rsidTr="00F733D8">
        <w:trPr>
          <w:cantSplit/>
          <w:trHeight w:hRule="exact" w:val="522"/>
        </w:trPr>
        <w:tc>
          <w:tcPr>
            <w:tcW w:w="10091" w:type="dxa"/>
            <w:gridSpan w:val="31"/>
            <w:vAlign w:val="center"/>
          </w:tcPr>
          <w:p w14:paraId="2E41AAB4" w14:textId="77777777" w:rsidR="00333626" w:rsidRPr="00333626" w:rsidRDefault="003962AD" w:rsidP="00A85130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>Digitales Ges</w:t>
            </w:r>
            <w:r w:rsidR="00A07E9A">
              <w:rPr>
                <w:rFonts w:cs="Arial"/>
                <w:b/>
                <w:sz w:val="28"/>
              </w:rPr>
              <w:t xml:space="preserve">chwindigkeitsmessgerät </w:t>
            </w:r>
            <w:r w:rsidR="001769B0">
              <w:rPr>
                <w:rFonts w:cs="Arial"/>
                <w:b/>
                <w:sz w:val="28"/>
              </w:rPr>
              <w:t>M5 Rad2</w:t>
            </w:r>
          </w:p>
        </w:tc>
      </w:tr>
      <w:tr w:rsidR="00C40A5A" w14:paraId="668612E4" w14:textId="77777777" w:rsidTr="00F733D8">
        <w:trPr>
          <w:cantSplit/>
          <w:trHeight w:hRule="exact" w:val="72"/>
        </w:trPr>
        <w:tc>
          <w:tcPr>
            <w:tcW w:w="10091" w:type="dxa"/>
            <w:gridSpan w:val="31"/>
            <w:vAlign w:val="center"/>
          </w:tcPr>
          <w:p w14:paraId="014C4880" w14:textId="77777777" w:rsidR="00C40A5A" w:rsidRDefault="00C40A5A">
            <w:pPr>
              <w:rPr>
                <w:rFonts w:cs="Arial"/>
                <w:b/>
              </w:rPr>
            </w:pPr>
          </w:p>
        </w:tc>
      </w:tr>
      <w:tr w:rsidR="00A85130" w14:paraId="60B1389D" w14:textId="77777777" w:rsidTr="00F733D8">
        <w:trPr>
          <w:cantSplit/>
          <w:trHeight w:hRule="exact" w:val="340"/>
        </w:trPr>
        <w:tc>
          <w:tcPr>
            <w:tcW w:w="10091" w:type="dxa"/>
            <w:gridSpan w:val="31"/>
            <w:vAlign w:val="center"/>
          </w:tcPr>
          <w:p w14:paraId="408F9E1B" w14:textId="77777777" w:rsidR="00A85130" w:rsidRPr="00333626" w:rsidRDefault="00A85130" w:rsidP="00A85130">
            <w:pPr>
              <w:rPr>
                <w:rFonts w:cs="Arial"/>
                <w:b/>
                <w:sz w:val="24"/>
                <w:u w:val="single"/>
              </w:rPr>
            </w:pPr>
            <w:r w:rsidRPr="00333626">
              <w:rPr>
                <w:rFonts w:cs="Arial"/>
                <w:b/>
                <w:sz w:val="24"/>
                <w:u w:val="single"/>
              </w:rPr>
              <w:t>Standort Messgerät/Tatort:</w:t>
            </w:r>
          </w:p>
        </w:tc>
      </w:tr>
      <w:tr w:rsidR="00C40A5A" w14:paraId="6ADF6FFB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09D5D1D4" w14:textId="77777777" w:rsidR="00C40A5A" w:rsidRDefault="00C40A5A" w:rsidP="00333626">
            <w:pPr>
              <w:rPr>
                <w:rFonts w:cs="Arial"/>
                <w:b/>
                <w:sz w:val="24"/>
              </w:rPr>
            </w:pPr>
          </w:p>
        </w:tc>
      </w:tr>
      <w:tr w:rsidR="00333626" w14:paraId="50704330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18D7D258" w14:textId="77777777" w:rsidR="00333626" w:rsidRPr="00333626" w:rsidRDefault="00333626" w:rsidP="00333626">
            <w:pPr>
              <w:rPr>
                <w:rFonts w:cs="Arial"/>
              </w:rPr>
            </w:pPr>
            <w:r w:rsidRPr="00333626">
              <w:rPr>
                <w:rFonts w:cs="Arial"/>
              </w:rPr>
              <w:t>Ort/Gemarkung:</w:t>
            </w:r>
          </w:p>
        </w:tc>
        <w:tc>
          <w:tcPr>
            <w:tcW w:w="8462" w:type="dxa"/>
            <w:gridSpan w:val="26"/>
            <w:vAlign w:val="center"/>
          </w:tcPr>
          <w:p w14:paraId="2AAD2BA6" w14:textId="77777777" w:rsidR="00333626" w:rsidRPr="00333626" w:rsidRDefault="006C1B74" w:rsidP="00333626">
            <w:pPr>
              <w:rPr>
                <w:rFonts w:cs="Arial"/>
                <w:sz w:val="24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9" w:name="Text6"/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bookmarkEnd w:id="9"/>
          </w:p>
        </w:tc>
      </w:tr>
      <w:tr w:rsidR="00333626" w14:paraId="1D2B15EA" w14:textId="77777777" w:rsidTr="00F733D8">
        <w:trPr>
          <w:cantSplit/>
          <w:trHeight w:hRule="exact" w:val="522"/>
        </w:trPr>
        <w:tc>
          <w:tcPr>
            <w:tcW w:w="1629" w:type="dxa"/>
            <w:gridSpan w:val="5"/>
          </w:tcPr>
          <w:p w14:paraId="7DCE7801" w14:textId="77777777" w:rsidR="00333626" w:rsidRPr="00333626" w:rsidRDefault="00333626" w:rsidP="00B91056">
            <w:pPr>
              <w:rPr>
                <w:rFonts w:cs="Arial"/>
                <w:b/>
              </w:rPr>
            </w:pPr>
            <w:r w:rsidRPr="00333626">
              <w:rPr>
                <w:rFonts w:cs="Arial"/>
              </w:rPr>
              <w:t>Straße:</w:t>
            </w:r>
          </w:p>
        </w:tc>
        <w:tc>
          <w:tcPr>
            <w:tcW w:w="8462" w:type="dxa"/>
            <w:gridSpan w:val="26"/>
          </w:tcPr>
          <w:p w14:paraId="74DEA9F5" w14:textId="77777777" w:rsidR="00333626" w:rsidRDefault="00AD25BB" w:rsidP="00B91056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333626" w14:paraId="2AF9497F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18F479DE" w14:textId="77777777" w:rsidR="00333626" w:rsidRPr="00333626" w:rsidRDefault="00333626" w:rsidP="00333626">
            <w:pPr>
              <w:rPr>
                <w:rFonts w:cs="Arial"/>
              </w:rPr>
            </w:pPr>
            <w:r w:rsidRPr="00333626">
              <w:rPr>
                <w:rFonts w:cs="Arial"/>
              </w:rPr>
              <w:t>Fahrtrichtung</w:t>
            </w:r>
            <w:r w:rsidR="00747C43">
              <w:rPr>
                <w:rFonts w:cs="Arial"/>
              </w:rPr>
              <w:t>:</w:t>
            </w:r>
          </w:p>
        </w:tc>
        <w:tc>
          <w:tcPr>
            <w:tcW w:w="8462" w:type="dxa"/>
            <w:gridSpan w:val="26"/>
            <w:vAlign w:val="center"/>
          </w:tcPr>
          <w:p w14:paraId="75F3F48A" w14:textId="77777777" w:rsidR="00333626" w:rsidRDefault="00B91056" w:rsidP="0033362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C40A5A" w14:paraId="6D17C12B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38854E40" w14:textId="77777777" w:rsidR="00C40A5A" w:rsidRPr="00333626" w:rsidRDefault="00C40A5A" w:rsidP="00333626">
            <w:pPr>
              <w:rPr>
                <w:rFonts w:cs="Arial"/>
              </w:rPr>
            </w:pPr>
          </w:p>
        </w:tc>
      </w:tr>
      <w:tr w:rsidR="00333626" w14:paraId="74CDF0C4" w14:textId="77777777" w:rsidTr="00F733D8">
        <w:trPr>
          <w:cantSplit/>
          <w:trHeight w:hRule="exact" w:val="260"/>
        </w:trPr>
        <w:tc>
          <w:tcPr>
            <w:tcW w:w="1736" w:type="dxa"/>
            <w:gridSpan w:val="6"/>
            <w:vAlign w:val="center"/>
          </w:tcPr>
          <w:p w14:paraId="435A793F" w14:textId="77777777" w:rsidR="00333626" w:rsidRPr="00333626" w:rsidRDefault="00333626" w:rsidP="00333626">
            <w:pPr>
              <w:rPr>
                <w:rFonts w:cs="Arial"/>
              </w:rPr>
            </w:pPr>
            <w:r>
              <w:rPr>
                <w:rFonts w:cs="Arial"/>
              </w:rPr>
              <w:t xml:space="preserve">Messbeginn: </w:t>
            </w:r>
          </w:p>
        </w:tc>
        <w:tc>
          <w:tcPr>
            <w:tcW w:w="776" w:type="dxa"/>
            <w:gridSpan w:val="2"/>
            <w:vAlign w:val="center"/>
          </w:tcPr>
          <w:p w14:paraId="00EA2BA6" w14:textId="77777777" w:rsidR="00333626" w:rsidRPr="00333626" w:rsidRDefault="00333626" w:rsidP="00333626">
            <w:pPr>
              <w:rPr>
                <w:rFonts w:cs="Arial"/>
              </w:rPr>
            </w:pPr>
            <w:r>
              <w:rPr>
                <w:rFonts w:cs="Arial"/>
              </w:rPr>
              <w:t>Datum:</w:t>
            </w:r>
          </w:p>
        </w:tc>
        <w:tc>
          <w:tcPr>
            <w:tcW w:w="1775" w:type="dxa"/>
            <w:gridSpan w:val="13"/>
            <w:vAlign w:val="center"/>
          </w:tcPr>
          <w:p w14:paraId="329936E7" w14:textId="77777777" w:rsidR="00333626" w:rsidRPr="00333626" w:rsidRDefault="00333626" w:rsidP="00333626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788" w:type="dxa"/>
            <w:gridSpan w:val="3"/>
            <w:vAlign w:val="center"/>
          </w:tcPr>
          <w:p w14:paraId="3ADC0D38" w14:textId="77777777" w:rsidR="00333626" w:rsidRPr="00333626" w:rsidRDefault="00333626" w:rsidP="00333626">
            <w:pPr>
              <w:rPr>
                <w:rFonts w:cs="Arial"/>
              </w:rPr>
            </w:pPr>
            <w:r>
              <w:rPr>
                <w:rFonts w:cs="Arial"/>
              </w:rPr>
              <w:t>Uhrzeit:</w:t>
            </w:r>
          </w:p>
        </w:tc>
        <w:tc>
          <w:tcPr>
            <w:tcW w:w="5016" w:type="dxa"/>
            <w:gridSpan w:val="7"/>
            <w:vAlign w:val="center"/>
          </w:tcPr>
          <w:p w14:paraId="26F3DF65" w14:textId="77777777" w:rsidR="00333626" w:rsidRPr="00333626" w:rsidRDefault="004C56ED" w:rsidP="00333626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5"/>
                    <w:format w:val="HH:mm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49009C" w14:paraId="64E080F8" w14:textId="77777777" w:rsidTr="00F733D8">
        <w:trPr>
          <w:cantSplit/>
          <w:trHeight w:hRule="exact" w:val="260"/>
        </w:trPr>
        <w:tc>
          <w:tcPr>
            <w:tcW w:w="1736" w:type="dxa"/>
            <w:gridSpan w:val="6"/>
            <w:vAlign w:val="center"/>
          </w:tcPr>
          <w:p w14:paraId="1B9A8F8F" w14:textId="77777777" w:rsidR="0049009C" w:rsidRPr="00333626" w:rsidRDefault="0049009C" w:rsidP="0049009C">
            <w:pPr>
              <w:rPr>
                <w:rFonts w:cs="Arial"/>
              </w:rPr>
            </w:pPr>
            <w:r>
              <w:rPr>
                <w:rFonts w:cs="Arial"/>
              </w:rPr>
              <w:t xml:space="preserve">Messende: </w:t>
            </w:r>
          </w:p>
        </w:tc>
        <w:tc>
          <w:tcPr>
            <w:tcW w:w="776" w:type="dxa"/>
            <w:gridSpan w:val="2"/>
            <w:vAlign w:val="center"/>
          </w:tcPr>
          <w:p w14:paraId="13821A46" w14:textId="77777777" w:rsidR="0049009C" w:rsidRPr="00333626" w:rsidRDefault="0049009C" w:rsidP="0049009C">
            <w:pPr>
              <w:rPr>
                <w:rFonts w:cs="Arial"/>
              </w:rPr>
            </w:pPr>
            <w:r>
              <w:rPr>
                <w:rFonts w:cs="Arial"/>
              </w:rPr>
              <w:t>Datum:</w:t>
            </w:r>
          </w:p>
        </w:tc>
        <w:tc>
          <w:tcPr>
            <w:tcW w:w="1775" w:type="dxa"/>
            <w:gridSpan w:val="13"/>
            <w:vAlign w:val="center"/>
          </w:tcPr>
          <w:p w14:paraId="0136A130" w14:textId="77777777" w:rsidR="0049009C" w:rsidRPr="00333626" w:rsidRDefault="0049009C" w:rsidP="0049009C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788" w:type="dxa"/>
            <w:gridSpan w:val="3"/>
            <w:vAlign w:val="center"/>
          </w:tcPr>
          <w:p w14:paraId="27D252EE" w14:textId="77777777" w:rsidR="0049009C" w:rsidRPr="00333626" w:rsidRDefault="0049009C" w:rsidP="0049009C">
            <w:pPr>
              <w:rPr>
                <w:rFonts w:cs="Arial"/>
              </w:rPr>
            </w:pPr>
            <w:r>
              <w:rPr>
                <w:rFonts w:cs="Arial"/>
              </w:rPr>
              <w:t>Uhrzeit:</w:t>
            </w:r>
          </w:p>
        </w:tc>
        <w:tc>
          <w:tcPr>
            <w:tcW w:w="5016" w:type="dxa"/>
            <w:gridSpan w:val="7"/>
            <w:vAlign w:val="center"/>
          </w:tcPr>
          <w:p w14:paraId="4AC4398C" w14:textId="77777777" w:rsidR="0049009C" w:rsidRPr="00333626" w:rsidRDefault="0049009C" w:rsidP="0049009C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5"/>
                    <w:format w:val="HH:mm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49009C" w14:paraId="5C4D1117" w14:textId="77777777" w:rsidTr="00F733D8">
        <w:trPr>
          <w:cantSplit/>
          <w:trHeight w:hRule="exact" w:val="82"/>
        </w:trPr>
        <w:tc>
          <w:tcPr>
            <w:tcW w:w="10091" w:type="dxa"/>
            <w:gridSpan w:val="31"/>
            <w:vAlign w:val="center"/>
          </w:tcPr>
          <w:p w14:paraId="13C088CE" w14:textId="77777777" w:rsidR="0049009C" w:rsidRPr="00333626" w:rsidRDefault="0049009C" w:rsidP="0049009C">
            <w:pPr>
              <w:rPr>
                <w:rFonts w:cs="Arial"/>
              </w:rPr>
            </w:pPr>
          </w:p>
        </w:tc>
      </w:tr>
      <w:tr w:rsidR="0049009C" w14:paraId="685FE472" w14:textId="77777777" w:rsidTr="00F733D8">
        <w:trPr>
          <w:cantSplit/>
          <w:trHeight w:hRule="exact" w:val="540"/>
        </w:trPr>
        <w:tc>
          <w:tcPr>
            <w:tcW w:w="10091" w:type="dxa"/>
            <w:gridSpan w:val="31"/>
            <w:vAlign w:val="center"/>
          </w:tcPr>
          <w:p w14:paraId="1395796C" w14:textId="77777777" w:rsidR="0049009C" w:rsidRPr="00333626" w:rsidRDefault="00F733D8" w:rsidP="00232684">
            <w:pPr>
              <w:rPr>
                <w:rFonts w:cs="Arial"/>
              </w:rPr>
            </w:pPr>
            <w:r>
              <w:rPr>
                <w:rFonts w:cs="Arial"/>
              </w:rPr>
              <w:t>Die Messstelle wurde nach den Kriterien gemäß Ziffer II.1.</w:t>
            </w:r>
            <w:r>
              <w:rPr>
                <w:rFonts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auswählen!"/>
                    <w:listEntry w:val="Unfallhäufungen"/>
                    <w:listEntry w:val="Schutzwürdige Örtlichkeit"/>
                    <w:listEntry w:val="Schutzwürdige Zone"/>
                    <w:listEntry w:val="Zone mit zulässiger Höchstgeschwindigkeit"/>
                    <w:listEntry w:val="Lärmschutz/Verkehrslärm"/>
                    <w:listEntry w:val="Polizeiliche Erkenntnisse"/>
                  </w:ddList>
                </w:ffData>
              </w:fldChar>
            </w:r>
            <w:bookmarkStart w:id="10" w:name="Dropdown1"/>
            <w:r>
              <w:rPr>
                <w:rFonts w:cs="Arial"/>
              </w:rPr>
              <w:instrText xml:space="preserve"> FORMDROPDOWN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0"/>
            <w:r>
              <w:rPr>
                <w:rFonts w:cs="Arial"/>
                <w:b/>
              </w:rPr>
              <w:t xml:space="preserve">  </w:t>
            </w:r>
            <w:r w:rsidRPr="0049009C">
              <w:rPr>
                <w:rFonts w:cs="Arial"/>
              </w:rPr>
              <w:t>des Erlasses</w:t>
            </w:r>
            <w:r>
              <w:rPr>
                <w:rStyle w:val="Funotenzeichen"/>
                <w:rFonts w:cs="Arial"/>
              </w:rPr>
              <w:footnoteReference w:id="1"/>
            </w:r>
            <w:r w:rsidRPr="0049009C">
              <w:rPr>
                <w:rFonts w:cs="Arial"/>
              </w:rPr>
              <w:t xml:space="preserve"> ausgewählt.</w:t>
            </w:r>
          </w:p>
        </w:tc>
      </w:tr>
      <w:tr w:rsidR="0049009C" w14:paraId="11C89348" w14:textId="77777777" w:rsidTr="00F733D8">
        <w:trPr>
          <w:cantSplit/>
          <w:trHeight w:hRule="exact" w:val="260"/>
        </w:trPr>
        <w:tc>
          <w:tcPr>
            <w:tcW w:w="2384" w:type="dxa"/>
            <w:gridSpan w:val="7"/>
            <w:vAlign w:val="center"/>
          </w:tcPr>
          <w:p w14:paraId="41CBDCCE" w14:textId="77777777" w:rsidR="0049009C" w:rsidRDefault="0049009C" w:rsidP="0049009C">
            <w:pPr>
              <w:rPr>
                <w:rFonts w:cs="Arial"/>
              </w:rPr>
            </w:pPr>
            <w:r>
              <w:rPr>
                <w:rFonts w:cs="Arial"/>
              </w:rPr>
              <w:t>Die Messstell</w:t>
            </w:r>
            <w:r w:rsidR="00C1048D">
              <w:rPr>
                <w:rFonts w:cs="Arial"/>
              </w:rPr>
              <w:t>e</w:t>
            </w:r>
            <w:r>
              <w:rPr>
                <w:rFonts w:cs="Arial"/>
              </w:rPr>
              <w:t xml:space="preserve"> befindet sich </w:t>
            </w:r>
          </w:p>
        </w:tc>
        <w:tc>
          <w:tcPr>
            <w:tcW w:w="387" w:type="dxa"/>
            <w:gridSpan w:val="3"/>
            <w:vAlign w:val="center"/>
          </w:tcPr>
          <w:p w14:paraId="44E29A2F" w14:textId="77777777" w:rsidR="0049009C" w:rsidRDefault="0049009C" w:rsidP="0049009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57" w:type="dxa"/>
            <w:gridSpan w:val="7"/>
            <w:vAlign w:val="center"/>
          </w:tcPr>
          <w:p w14:paraId="4441E4A0" w14:textId="77777777" w:rsidR="0049009C" w:rsidRDefault="0049009C" w:rsidP="0049009C">
            <w:pPr>
              <w:rPr>
                <w:rFonts w:cs="Arial"/>
              </w:rPr>
            </w:pPr>
            <w:r>
              <w:rPr>
                <w:rFonts w:cs="Arial"/>
              </w:rPr>
              <w:t>innerhalb</w:t>
            </w:r>
          </w:p>
        </w:tc>
        <w:tc>
          <w:tcPr>
            <w:tcW w:w="393" w:type="dxa"/>
            <w:gridSpan w:val="5"/>
            <w:vAlign w:val="center"/>
          </w:tcPr>
          <w:p w14:paraId="2EECA904" w14:textId="77777777" w:rsidR="0049009C" w:rsidRDefault="0049009C" w:rsidP="0049009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5670" w:type="dxa"/>
            <w:gridSpan w:val="9"/>
            <w:vAlign w:val="center"/>
          </w:tcPr>
          <w:p w14:paraId="481CBE97" w14:textId="77777777" w:rsidR="0049009C" w:rsidRDefault="0049009C" w:rsidP="0049009C">
            <w:pPr>
              <w:rPr>
                <w:rFonts w:cs="Arial"/>
              </w:rPr>
            </w:pPr>
            <w:r>
              <w:rPr>
                <w:rFonts w:cs="Arial"/>
              </w:rPr>
              <w:t>außerhalb geschlossener Ortschaften</w:t>
            </w:r>
          </w:p>
        </w:tc>
      </w:tr>
      <w:tr w:rsidR="0049009C" w14:paraId="26499785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56C6DE43" w14:textId="77777777" w:rsidR="0049009C" w:rsidRDefault="0049009C" w:rsidP="0049009C">
            <w:pPr>
              <w:rPr>
                <w:rFonts w:cs="Arial"/>
              </w:rPr>
            </w:pPr>
          </w:p>
        </w:tc>
      </w:tr>
      <w:tr w:rsidR="0022091F" w14:paraId="418F3FCE" w14:textId="77777777" w:rsidTr="00F733D8">
        <w:trPr>
          <w:cantSplit/>
          <w:trHeight w:hRule="exact" w:val="260"/>
        </w:trPr>
        <w:tc>
          <w:tcPr>
            <w:tcW w:w="7648" w:type="dxa"/>
            <w:gridSpan w:val="28"/>
            <w:vAlign w:val="center"/>
          </w:tcPr>
          <w:p w14:paraId="7046815C" w14:textId="77777777" w:rsidR="0022091F" w:rsidRDefault="00121660" w:rsidP="00121660">
            <w:pPr>
              <w:rPr>
                <w:rFonts w:cs="Arial"/>
              </w:rPr>
            </w:pPr>
            <w:r>
              <w:rPr>
                <w:rFonts w:cs="Arial"/>
              </w:rPr>
              <w:t xml:space="preserve">Gem. </w:t>
            </w: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r w:rsidR="0022091F">
              <w:rPr>
                <w:rFonts w:cs="Arial"/>
                <w:b/>
              </w:rPr>
              <w:t xml:space="preserve"> </w:t>
            </w:r>
            <w:r w:rsidR="0022091F" w:rsidRPr="0049009C">
              <w:rPr>
                <w:rFonts w:cs="Arial"/>
              </w:rPr>
              <w:t>beträgt die zulässige Höchstgeschwindigkeit für PKW</w:t>
            </w:r>
          </w:p>
        </w:tc>
        <w:tc>
          <w:tcPr>
            <w:tcW w:w="508" w:type="dxa"/>
            <w:vAlign w:val="center"/>
          </w:tcPr>
          <w:p w14:paraId="5BDDA187" w14:textId="77777777" w:rsidR="0022091F" w:rsidRDefault="0022091F" w:rsidP="00661B76">
            <w:pPr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1935" w:type="dxa"/>
            <w:gridSpan w:val="2"/>
            <w:vAlign w:val="center"/>
          </w:tcPr>
          <w:p w14:paraId="608AA2AA" w14:textId="77777777" w:rsidR="0022091F" w:rsidRDefault="0022091F" w:rsidP="00661B76">
            <w:pPr>
              <w:rPr>
                <w:rFonts w:cs="Arial"/>
              </w:rPr>
            </w:pPr>
            <w:r w:rsidRPr="00715493">
              <w:rPr>
                <w:rFonts w:cs="Arial"/>
              </w:rPr>
              <w:t>Km/h</w:t>
            </w:r>
            <w:r>
              <w:rPr>
                <w:rFonts w:cs="Arial"/>
              </w:rPr>
              <w:t>.</w:t>
            </w:r>
          </w:p>
        </w:tc>
      </w:tr>
      <w:tr w:rsidR="0022091F" w14:paraId="63DD8646" w14:textId="77777777" w:rsidTr="00F733D8">
        <w:trPr>
          <w:cantSplit/>
          <w:trHeight w:hRule="exact" w:val="260"/>
        </w:trPr>
        <w:tc>
          <w:tcPr>
            <w:tcW w:w="7648" w:type="dxa"/>
            <w:gridSpan w:val="28"/>
            <w:vAlign w:val="center"/>
          </w:tcPr>
          <w:p w14:paraId="2F8F98D4" w14:textId="77777777" w:rsidR="0022091F" w:rsidRDefault="00121660" w:rsidP="00121660">
            <w:pPr>
              <w:rPr>
                <w:rFonts w:cs="Arial"/>
              </w:rPr>
            </w:pPr>
            <w:r>
              <w:rPr>
                <w:rFonts w:cs="Arial"/>
              </w:rPr>
              <w:t xml:space="preserve">Gem. </w:t>
            </w: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r w:rsidR="0022091F">
              <w:rPr>
                <w:rFonts w:cs="Arial"/>
                <w:b/>
              </w:rPr>
              <w:t xml:space="preserve"> </w:t>
            </w:r>
            <w:r w:rsidR="0022091F" w:rsidRPr="0049009C">
              <w:rPr>
                <w:rFonts w:cs="Arial"/>
              </w:rPr>
              <w:t>beträgt die zulässi</w:t>
            </w:r>
            <w:r w:rsidR="0022091F">
              <w:rPr>
                <w:rFonts w:cs="Arial"/>
              </w:rPr>
              <w:t xml:space="preserve">ge Höchstgeschwindigkeit für LKW bis 7,5 t </w:t>
            </w:r>
          </w:p>
        </w:tc>
        <w:tc>
          <w:tcPr>
            <w:tcW w:w="508" w:type="dxa"/>
            <w:vAlign w:val="center"/>
          </w:tcPr>
          <w:p w14:paraId="32E6D26F" w14:textId="77777777" w:rsidR="0022091F" w:rsidRDefault="0022091F" w:rsidP="00661B76">
            <w:pPr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1935" w:type="dxa"/>
            <w:gridSpan w:val="2"/>
            <w:vAlign w:val="center"/>
          </w:tcPr>
          <w:p w14:paraId="5C23C8DC" w14:textId="77777777" w:rsidR="0022091F" w:rsidRDefault="0022091F" w:rsidP="00661B76">
            <w:pPr>
              <w:rPr>
                <w:rFonts w:cs="Arial"/>
              </w:rPr>
            </w:pPr>
            <w:r w:rsidRPr="00715493">
              <w:rPr>
                <w:rFonts w:cs="Arial"/>
              </w:rPr>
              <w:t>Km/h</w:t>
            </w:r>
            <w:r>
              <w:rPr>
                <w:rFonts w:cs="Arial"/>
              </w:rPr>
              <w:t>.</w:t>
            </w:r>
          </w:p>
        </w:tc>
      </w:tr>
      <w:tr w:rsidR="0022091F" w14:paraId="78EEAA84" w14:textId="77777777" w:rsidTr="00F733D8">
        <w:trPr>
          <w:cantSplit/>
          <w:trHeight w:hRule="exact" w:val="260"/>
        </w:trPr>
        <w:tc>
          <w:tcPr>
            <w:tcW w:w="7648" w:type="dxa"/>
            <w:gridSpan w:val="28"/>
            <w:vAlign w:val="center"/>
          </w:tcPr>
          <w:p w14:paraId="447509EA" w14:textId="77777777" w:rsidR="0022091F" w:rsidRDefault="00121660" w:rsidP="00121660">
            <w:pPr>
              <w:rPr>
                <w:rFonts w:cs="Arial"/>
              </w:rPr>
            </w:pPr>
            <w:r>
              <w:rPr>
                <w:rFonts w:cs="Arial"/>
              </w:rPr>
              <w:t xml:space="preserve">Gem. </w:t>
            </w: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r w:rsidR="0022091F">
              <w:rPr>
                <w:rFonts w:cs="Arial"/>
                <w:b/>
              </w:rPr>
              <w:t xml:space="preserve"> </w:t>
            </w:r>
            <w:r w:rsidR="0022091F" w:rsidRPr="0049009C">
              <w:rPr>
                <w:rFonts w:cs="Arial"/>
              </w:rPr>
              <w:t xml:space="preserve">beträgt die zulässige Höchstgeschwindigkeit für </w:t>
            </w:r>
            <w:r w:rsidR="0022091F">
              <w:rPr>
                <w:rFonts w:cs="Arial"/>
              </w:rPr>
              <w:t xml:space="preserve">LKW ab 7,5 t </w:t>
            </w:r>
          </w:p>
        </w:tc>
        <w:tc>
          <w:tcPr>
            <w:tcW w:w="508" w:type="dxa"/>
            <w:vAlign w:val="center"/>
          </w:tcPr>
          <w:p w14:paraId="590A31B8" w14:textId="77777777" w:rsidR="0022091F" w:rsidRDefault="0022091F" w:rsidP="00661B76">
            <w:pPr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1935" w:type="dxa"/>
            <w:gridSpan w:val="2"/>
            <w:vAlign w:val="center"/>
          </w:tcPr>
          <w:p w14:paraId="77224645" w14:textId="77777777" w:rsidR="0022091F" w:rsidRDefault="0022091F" w:rsidP="00661B76">
            <w:pPr>
              <w:rPr>
                <w:rFonts w:cs="Arial"/>
              </w:rPr>
            </w:pPr>
            <w:r w:rsidRPr="00715493">
              <w:rPr>
                <w:rFonts w:cs="Arial"/>
              </w:rPr>
              <w:t>Km/h</w:t>
            </w:r>
            <w:r>
              <w:rPr>
                <w:rFonts w:cs="Arial"/>
              </w:rPr>
              <w:t>.</w:t>
            </w:r>
          </w:p>
        </w:tc>
      </w:tr>
      <w:tr w:rsidR="0022091F" w14:paraId="6657B277" w14:textId="77777777" w:rsidTr="00F733D8">
        <w:trPr>
          <w:cantSplit/>
          <w:trHeight w:hRule="exact" w:val="261"/>
        </w:trPr>
        <w:tc>
          <w:tcPr>
            <w:tcW w:w="7648" w:type="dxa"/>
            <w:gridSpan w:val="28"/>
          </w:tcPr>
          <w:p w14:paraId="7710880E" w14:textId="77777777" w:rsidR="0022091F" w:rsidRDefault="00360398" w:rsidP="00121660">
            <w:pPr>
              <w:rPr>
                <w:rFonts w:cs="Arial"/>
              </w:rPr>
            </w:pPr>
            <w:r>
              <w:rPr>
                <w:rFonts w:cs="Arial"/>
              </w:rPr>
              <w:t>Gem.</w:t>
            </w:r>
            <w:r w:rsidR="0022091F">
              <w:rPr>
                <w:rFonts w:cs="Arial"/>
              </w:rPr>
              <w:t xml:space="preserve"> </w:t>
            </w:r>
            <w:r w:rsidR="00121660"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121660">
              <w:rPr>
                <w:rFonts w:cs="Arial"/>
                <w:b/>
              </w:rPr>
              <w:instrText xml:space="preserve"> FORMTEXT </w:instrText>
            </w:r>
            <w:r w:rsidR="00121660">
              <w:rPr>
                <w:rFonts w:cs="Arial"/>
                <w:b/>
              </w:rPr>
            </w:r>
            <w:r w:rsidR="00121660"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121660">
              <w:rPr>
                <w:rFonts w:cs="Arial"/>
                <w:b/>
              </w:rPr>
              <w:fldChar w:fldCharType="end"/>
            </w:r>
            <w:r w:rsidR="0022091F">
              <w:rPr>
                <w:rFonts w:cs="Arial"/>
                <w:b/>
              </w:rPr>
              <w:t xml:space="preserve"> </w:t>
            </w:r>
            <w:r w:rsidR="0022091F" w:rsidRPr="0049009C">
              <w:rPr>
                <w:rFonts w:cs="Arial"/>
              </w:rPr>
              <w:t>beträgt die zulässi</w:t>
            </w:r>
            <w:r w:rsidR="0022091F">
              <w:rPr>
                <w:rFonts w:cs="Arial"/>
              </w:rPr>
              <w:t xml:space="preserve">ge Höchstgeschwindigkeit für </w:t>
            </w:r>
            <w:r w:rsidR="00121660"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121660">
              <w:rPr>
                <w:rFonts w:cs="Arial"/>
                <w:b/>
              </w:rPr>
              <w:instrText xml:space="preserve"> FORMTEXT </w:instrText>
            </w:r>
            <w:r w:rsidR="00121660">
              <w:rPr>
                <w:rFonts w:cs="Arial"/>
                <w:b/>
              </w:rPr>
            </w:r>
            <w:r w:rsidR="00121660"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121660">
              <w:rPr>
                <w:rFonts w:cs="Arial"/>
                <w:b/>
              </w:rPr>
              <w:fldChar w:fldCharType="end"/>
            </w:r>
            <w:r w:rsidR="0022091F" w:rsidRPr="00715493">
              <w:rPr>
                <w:rStyle w:val="Funotenzeichen"/>
                <w:rFonts w:cs="Arial"/>
              </w:rPr>
              <w:footnoteReference w:id="2"/>
            </w:r>
          </w:p>
        </w:tc>
        <w:tc>
          <w:tcPr>
            <w:tcW w:w="508" w:type="dxa"/>
            <w:vAlign w:val="center"/>
          </w:tcPr>
          <w:p w14:paraId="504075E6" w14:textId="77777777" w:rsidR="0022091F" w:rsidRDefault="0022091F" w:rsidP="00661B76">
            <w:pPr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1935" w:type="dxa"/>
            <w:gridSpan w:val="2"/>
            <w:vAlign w:val="center"/>
          </w:tcPr>
          <w:p w14:paraId="53F7D949" w14:textId="77777777" w:rsidR="0022091F" w:rsidRDefault="0022091F" w:rsidP="00661B76">
            <w:pPr>
              <w:rPr>
                <w:rFonts w:cs="Arial"/>
              </w:rPr>
            </w:pPr>
            <w:r w:rsidRPr="00715493">
              <w:rPr>
                <w:rFonts w:cs="Arial"/>
              </w:rPr>
              <w:t>Km/h</w:t>
            </w:r>
            <w:r>
              <w:rPr>
                <w:rFonts w:cs="Arial"/>
              </w:rPr>
              <w:t>.</w:t>
            </w:r>
          </w:p>
        </w:tc>
      </w:tr>
      <w:tr w:rsidR="00715493" w14:paraId="6B0F123A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4D665D1D" w14:textId="77777777" w:rsidR="00715493" w:rsidRDefault="00715493" w:rsidP="00715493">
            <w:pPr>
              <w:rPr>
                <w:rFonts w:cs="Arial"/>
              </w:rPr>
            </w:pPr>
          </w:p>
        </w:tc>
      </w:tr>
      <w:tr w:rsidR="00715493" w14:paraId="3FE99231" w14:textId="77777777" w:rsidTr="00F733D8">
        <w:trPr>
          <w:cantSplit/>
          <w:trHeight w:val="520"/>
        </w:trPr>
        <w:tc>
          <w:tcPr>
            <w:tcW w:w="405" w:type="dxa"/>
            <w:gridSpan w:val="2"/>
          </w:tcPr>
          <w:p w14:paraId="3C3B1C1A" w14:textId="77777777" w:rsidR="00715493" w:rsidRDefault="00715493" w:rsidP="002558CD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86" w:type="dxa"/>
            <w:gridSpan w:val="29"/>
          </w:tcPr>
          <w:p w14:paraId="42B1F3FA" w14:textId="77777777" w:rsidR="00715493" w:rsidRDefault="00F733D8" w:rsidP="00715493">
            <w:pPr>
              <w:rPr>
                <w:rFonts w:cs="Arial"/>
              </w:rPr>
            </w:pPr>
            <w:r w:rsidRPr="0046692D">
              <w:rPr>
                <w:rFonts w:cs="Arial"/>
              </w:rPr>
              <w:t>Der gesamte Messbereich befindet sich im vorgeschriebenen Abstand vom anordnenden Verkehrszeichen gemäß Erlass</w:t>
            </w:r>
            <w:r>
              <w:rPr>
                <w:rStyle w:val="Funotenzeichen"/>
                <w:rFonts w:cs="Arial"/>
              </w:rPr>
              <w:footnoteReference w:id="3"/>
            </w:r>
            <w:r>
              <w:rPr>
                <w:rFonts w:cs="Arial"/>
              </w:rPr>
              <w:t>.</w:t>
            </w:r>
          </w:p>
        </w:tc>
      </w:tr>
      <w:tr w:rsidR="00715493" w14:paraId="7B37338B" w14:textId="77777777" w:rsidTr="00F733D8">
        <w:trPr>
          <w:cantSplit/>
          <w:trHeight w:val="52"/>
        </w:trPr>
        <w:tc>
          <w:tcPr>
            <w:tcW w:w="10091" w:type="dxa"/>
            <w:gridSpan w:val="31"/>
            <w:vAlign w:val="center"/>
          </w:tcPr>
          <w:p w14:paraId="7E9A2981" w14:textId="77777777" w:rsidR="00715493" w:rsidRPr="00715493" w:rsidRDefault="00715493" w:rsidP="00715493">
            <w:pPr>
              <w:rPr>
                <w:rFonts w:cs="Arial"/>
              </w:rPr>
            </w:pPr>
          </w:p>
        </w:tc>
      </w:tr>
      <w:tr w:rsidR="00715493" w14:paraId="6CB54429" w14:textId="77777777" w:rsidTr="00F733D8">
        <w:trPr>
          <w:cantSplit/>
          <w:trHeight w:val="520"/>
        </w:trPr>
        <w:tc>
          <w:tcPr>
            <w:tcW w:w="405" w:type="dxa"/>
            <w:gridSpan w:val="2"/>
          </w:tcPr>
          <w:p w14:paraId="0FC15B1A" w14:textId="77777777" w:rsidR="00715493" w:rsidRDefault="00715493" w:rsidP="002558CD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86" w:type="dxa"/>
            <w:gridSpan w:val="29"/>
          </w:tcPr>
          <w:p w14:paraId="07D0B4D0" w14:textId="77777777" w:rsidR="00715493" w:rsidRPr="00715493" w:rsidRDefault="00F733D8" w:rsidP="00715493">
            <w:pPr>
              <w:rPr>
                <w:rFonts w:cs="Arial"/>
              </w:rPr>
            </w:pPr>
            <w:r w:rsidRPr="004F75E8">
              <w:rPr>
                <w:rFonts w:cs="Arial"/>
              </w:rPr>
              <w:t>Der gesamte Messbereich befindet sich in einem geringeren als dem vorgeschriebenen Abstand vom anordnenden Verkehrszeichen</w:t>
            </w:r>
            <w:r>
              <w:rPr>
                <w:rFonts w:cs="Arial"/>
              </w:rPr>
              <w:t xml:space="preserve"> gemäß Erlass</w:t>
            </w:r>
            <w:r>
              <w:rPr>
                <w:rStyle w:val="Funotenzeichen"/>
                <w:rFonts w:cs="Arial"/>
              </w:rPr>
              <w:t>3</w:t>
            </w:r>
            <w:r w:rsidRPr="004F75E8">
              <w:rPr>
                <w:rFonts w:cs="Arial"/>
              </w:rPr>
              <w:t xml:space="preserve"> (</w:t>
            </w:r>
            <w:r w:rsidRPr="004F75E8">
              <w:rPr>
                <w:rFonts w:cs="Arial"/>
                <w:b/>
                <w:bCs/>
              </w:rPr>
              <w:t>Begründung siehe Bemerkungen</w:t>
            </w:r>
            <w:r w:rsidRPr="004F75E8">
              <w:rPr>
                <w:rFonts w:cs="Arial"/>
              </w:rPr>
              <w:t>).</w:t>
            </w:r>
          </w:p>
        </w:tc>
      </w:tr>
      <w:tr w:rsidR="00715493" w14:paraId="2F3AC629" w14:textId="77777777" w:rsidTr="00F733D8">
        <w:trPr>
          <w:cantSplit/>
          <w:trHeight w:hRule="exact" w:val="75"/>
        </w:trPr>
        <w:tc>
          <w:tcPr>
            <w:tcW w:w="10091" w:type="dxa"/>
            <w:gridSpan w:val="31"/>
            <w:vAlign w:val="center"/>
          </w:tcPr>
          <w:p w14:paraId="0104C65E" w14:textId="77777777" w:rsidR="00715493" w:rsidRDefault="00715493" w:rsidP="003962AD">
            <w:pPr>
              <w:rPr>
                <w:rFonts w:cs="Arial"/>
                <w:b/>
              </w:rPr>
            </w:pPr>
          </w:p>
        </w:tc>
      </w:tr>
      <w:tr w:rsidR="00715493" w14:paraId="763C23C9" w14:textId="77777777" w:rsidTr="00F733D8">
        <w:trPr>
          <w:cantSplit/>
          <w:trHeight w:hRule="exact" w:val="340"/>
        </w:trPr>
        <w:tc>
          <w:tcPr>
            <w:tcW w:w="10091" w:type="dxa"/>
            <w:gridSpan w:val="31"/>
            <w:vAlign w:val="center"/>
          </w:tcPr>
          <w:p w14:paraId="7CD0EDB5" w14:textId="77777777" w:rsidR="00715493" w:rsidRPr="00333626" w:rsidRDefault="00715493" w:rsidP="003962AD">
            <w:pPr>
              <w:rPr>
                <w:rFonts w:cs="Arial"/>
                <w:b/>
                <w:sz w:val="24"/>
                <w:u w:val="single"/>
              </w:rPr>
            </w:pPr>
            <w:r>
              <w:rPr>
                <w:rFonts w:cs="Arial"/>
                <w:b/>
                <w:sz w:val="24"/>
                <w:u w:val="single"/>
              </w:rPr>
              <w:t>Messgerät:</w:t>
            </w:r>
          </w:p>
        </w:tc>
      </w:tr>
      <w:tr w:rsidR="00715493" w14:paraId="38459C02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7C35D552" w14:textId="77777777" w:rsidR="00715493" w:rsidRDefault="00715493" w:rsidP="003962AD">
            <w:pPr>
              <w:rPr>
                <w:rFonts w:cs="Arial"/>
                <w:b/>
                <w:sz w:val="24"/>
              </w:rPr>
            </w:pPr>
          </w:p>
        </w:tc>
      </w:tr>
      <w:tr w:rsidR="00715493" w14:paraId="0F21C3E7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617EBDE2" w14:textId="77777777" w:rsidR="00715493" w:rsidRPr="00333626" w:rsidRDefault="00715493" w:rsidP="003962AD">
            <w:pPr>
              <w:rPr>
                <w:rFonts w:cs="Arial"/>
              </w:rPr>
            </w:pPr>
            <w:r>
              <w:rPr>
                <w:rFonts w:cs="Arial"/>
              </w:rPr>
              <w:t>Hersteller</w:t>
            </w:r>
            <w:r w:rsidRPr="00333626">
              <w:rPr>
                <w:rFonts w:cs="Arial"/>
              </w:rPr>
              <w:t>:</w:t>
            </w:r>
          </w:p>
        </w:tc>
        <w:tc>
          <w:tcPr>
            <w:tcW w:w="8462" w:type="dxa"/>
            <w:gridSpan w:val="26"/>
            <w:vAlign w:val="center"/>
          </w:tcPr>
          <w:p w14:paraId="56477A0A" w14:textId="77777777" w:rsidR="00715493" w:rsidRPr="00333626" w:rsidRDefault="00A3187A" w:rsidP="003962AD">
            <w:pPr>
              <w:rPr>
                <w:rFonts w:cs="Arial"/>
                <w:sz w:val="24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715493" w14:paraId="23B53F11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1D652879" w14:textId="77777777" w:rsidR="00715493" w:rsidRPr="00333626" w:rsidRDefault="00715493" w:rsidP="003962AD">
            <w:pPr>
              <w:rPr>
                <w:rFonts w:cs="Arial"/>
                <w:b/>
              </w:rPr>
            </w:pPr>
            <w:r>
              <w:rPr>
                <w:rFonts w:cs="Arial"/>
              </w:rPr>
              <w:t>Gerätenummer</w:t>
            </w:r>
            <w:r w:rsidRPr="00333626">
              <w:rPr>
                <w:rFonts w:cs="Arial"/>
              </w:rPr>
              <w:t>:</w:t>
            </w:r>
          </w:p>
        </w:tc>
        <w:tc>
          <w:tcPr>
            <w:tcW w:w="8462" w:type="dxa"/>
            <w:gridSpan w:val="26"/>
            <w:vAlign w:val="center"/>
          </w:tcPr>
          <w:p w14:paraId="4CCE5C3C" w14:textId="77777777" w:rsidR="00715493" w:rsidRDefault="00D80486" w:rsidP="003962AD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715493" w14:paraId="3FB8C96A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7B413DC6" w14:textId="77777777" w:rsidR="00715493" w:rsidRPr="00333626" w:rsidRDefault="00715493" w:rsidP="003962AD">
            <w:pPr>
              <w:rPr>
                <w:rFonts w:cs="Arial"/>
              </w:rPr>
            </w:pPr>
            <w:r>
              <w:rPr>
                <w:rFonts w:cs="Arial"/>
              </w:rPr>
              <w:t>Softwareversion:</w:t>
            </w:r>
          </w:p>
        </w:tc>
        <w:tc>
          <w:tcPr>
            <w:tcW w:w="8462" w:type="dxa"/>
            <w:gridSpan w:val="26"/>
            <w:vAlign w:val="center"/>
          </w:tcPr>
          <w:p w14:paraId="10EBC387" w14:textId="77777777" w:rsidR="00715493" w:rsidRDefault="00865661" w:rsidP="003962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715493" w14:paraId="46A41445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2F13CA44" w14:textId="77777777" w:rsidR="00715493" w:rsidRPr="00333626" w:rsidRDefault="00715493" w:rsidP="00357A4D">
            <w:pPr>
              <w:rPr>
                <w:rFonts w:cs="Arial"/>
              </w:rPr>
            </w:pPr>
            <w:r>
              <w:rPr>
                <w:rFonts w:cs="Arial"/>
              </w:rPr>
              <w:t>Letzte Eichung:</w:t>
            </w:r>
          </w:p>
        </w:tc>
        <w:tc>
          <w:tcPr>
            <w:tcW w:w="2792" w:type="dxa"/>
            <w:gridSpan w:val="17"/>
            <w:vAlign w:val="center"/>
          </w:tcPr>
          <w:p w14:paraId="2543559E" w14:textId="77777777" w:rsidR="00715493" w:rsidRDefault="00A3187A" w:rsidP="003962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654" w:type="dxa"/>
            <w:gridSpan w:val="2"/>
            <w:vAlign w:val="center"/>
          </w:tcPr>
          <w:p w14:paraId="233849BE" w14:textId="77777777" w:rsidR="00715493" w:rsidRPr="00715493" w:rsidRDefault="00715493" w:rsidP="003962AD">
            <w:pPr>
              <w:rPr>
                <w:rFonts w:cs="Arial"/>
              </w:rPr>
            </w:pPr>
            <w:r w:rsidRPr="00715493">
              <w:rPr>
                <w:rFonts w:cs="Arial"/>
              </w:rPr>
              <w:t>durch:</w:t>
            </w:r>
          </w:p>
        </w:tc>
        <w:tc>
          <w:tcPr>
            <w:tcW w:w="5016" w:type="dxa"/>
            <w:gridSpan w:val="7"/>
            <w:vAlign w:val="center"/>
          </w:tcPr>
          <w:p w14:paraId="4171D278" w14:textId="77777777" w:rsidR="00715493" w:rsidRDefault="00A3187A" w:rsidP="003962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715493" w14:paraId="2102E28F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1FAA6A45" w14:textId="77777777" w:rsidR="00715493" w:rsidRPr="00333626" w:rsidRDefault="00715493" w:rsidP="003962AD">
            <w:pPr>
              <w:rPr>
                <w:rFonts w:cs="Arial"/>
              </w:rPr>
            </w:pPr>
            <w:r>
              <w:rPr>
                <w:rFonts w:cs="Arial"/>
              </w:rPr>
              <w:t>Geeicht bis:</w:t>
            </w:r>
          </w:p>
        </w:tc>
        <w:tc>
          <w:tcPr>
            <w:tcW w:w="8462" w:type="dxa"/>
            <w:gridSpan w:val="26"/>
            <w:vAlign w:val="center"/>
          </w:tcPr>
          <w:p w14:paraId="67BB8C51" w14:textId="77777777" w:rsidR="00715493" w:rsidRDefault="00D80486" w:rsidP="003962A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 w:rsidR="00851310"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D80486" w14:paraId="10FB7313" w14:textId="77777777" w:rsidTr="00F733D8">
        <w:trPr>
          <w:cantSplit/>
          <w:trHeight w:hRule="exact" w:val="260"/>
        </w:trPr>
        <w:tc>
          <w:tcPr>
            <w:tcW w:w="1629" w:type="dxa"/>
            <w:gridSpan w:val="5"/>
            <w:vAlign w:val="center"/>
          </w:tcPr>
          <w:p w14:paraId="06BA4758" w14:textId="77777777" w:rsidR="00D80486" w:rsidRDefault="00D80486" w:rsidP="003962AD">
            <w:pPr>
              <w:rPr>
                <w:rFonts w:cs="Arial"/>
              </w:rPr>
            </w:pPr>
          </w:p>
        </w:tc>
        <w:tc>
          <w:tcPr>
            <w:tcW w:w="8462" w:type="dxa"/>
            <w:gridSpan w:val="26"/>
            <w:vAlign w:val="center"/>
          </w:tcPr>
          <w:p w14:paraId="334FA1B5" w14:textId="77777777" w:rsidR="00D80486" w:rsidRDefault="00D80486" w:rsidP="003962AD">
            <w:pPr>
              <w:rPr>
                <w:rFonts w:cs="Arial"/>
                <w:b/>
              </w:rPr>
            </w:pPr>
          </w:p>
        </w:tc>
      </w:tr>
      <w:tr w:rsidR="00D80486" w14:paraId="64029309" w14:textId="77777777" w:rsidTr="00F733D8">
        <w:trPr>
          <w:cantSplit/>
          <w:trHeight w:val="261"/>
        </w:trPr>
        <w:tc>
          <w:tcPr>
            <w:tcW w:w="405" w:type="dxa"/>
            <w:gridSpan w:val="2"/>
            <w:vAlign w:val="center"/>
          </w:tcPr>
          <w:p w14:paraId="197A5CF9" w14:textId="77777777" w:rsidR="00D80486" w:rsidRDefault="00D80486" w:rsidP="003962AD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86" w:type="dxa"/>
            <w:gridSpan w:val="29"/>
          </w:tcPr>
          <w:p w14:paraId="064D715C" w14:textId="77777777" w:rsidR="00D80486" w:rsidRPr="00715493" w:rsidRDefault="00D80486" w:rsidP="003962AD">
            <w:pPr>
              <w:rPr>
                <w:rFonts w:cs="Arial"/>
              </w:rPr>
            </w:pPr>
            <w:r>
              <w:rPr>
                <w:rFonts w:cs="Arial"/>
              </w:rPr>
              <w:t>Keine Reparaturen/Wartungen</w:t>
            </w:r>
            <w:r w:rsidR="00F733D8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die eine Neueichung erfordern.</w:t>
            </w:r>
          </w:p>
        </w:tc>
      </w:tr>
      <w:tr w:rsidR="00D80486" w14:paraId="48E5D5D4" w14:textId="77777777" w:rsidTr="00F733D8">
        <w:trPr>
          <w:cantSplit/>
          <w:trHeight w:hRule="exact" w:val="522"/>
        </w:trPr>
        <w:tc>
          <w:tcPr>
            <w:tcW w:w="405" w:type="dxa"/>
            <w:gridSpan w:val="2"/>
          </w:tcPr>
          <w:p w14:paraId="51CFBE73" w14:textId="77777777" w:rsidR="00D80486" w:rsidRDefault="00D80486" w:rsidP="002558CD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86" w:type="dxa"/>
            <w:gridSpan w:val="29"/>
          </w:tcPr>
          <w:p w14:paraId="29CA171F" w14:textId="77777777" w:rsidR="00D80486" w:rsidRPr="00715493" w:rsidRDefault="00D80486" w:rsidP="00C1048D">
            <w:pPr>
              <w:rPr>
                <w:rFonts w:cs="Arial"/>
              </w:rPr>
            </w:pPr>
            <w:r w:rsidRPr="00D80486">
              <w:rPr>
                <w:rFonts w:cs="Arial"/>
              </w:rPr>
              <w:t>Die gerätespezifischen eichrechtlichen Sicherungs- und Eichkennzeichen sind volls</w:t>
            </w:r>
            <w:r w:rsidR="00BD0EF1">
              <w:rPr>
                <w:rFonts w:cs="Arial"/>
              </w:rPr>
              <w:t>tändig, aktuell und unversehrt</w:t>
            </w:r>
            <w:r w:rsidRPr="00D80486">
              <w:rPr>
                <w:rFonts w:cs="Arial"/>
              </w:rPr>
              <w:t>.</w:t>
            </w:r>
          </w:p>
        </w:tc>
      </w:tr>
      <w:tr w:rsidR="00D80486" w14:paraId="147EF28E" w14:textId="77777777" w:rsidTr="00F733D8">
        <w:trPr>
          <w:cantSplit/>
          <w:trHeight w:val="261"/>
        </w:trPr>
        <w:tc>
          <w:tcPr>
            <w:tcW w:w="405" w:type="dxa"/>
            <w:gridSpan w:val="2"/>
            <w:vAlign w:val="center"/>
          </w:tcPr>
          <w:p w14:paraId="3449107D" w14:textId="77777777" w:rsidR="00D80486" w:rsidRDefault="00D80486" w:rsidP="003962AD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86" w:type="dxa"/>
            <w:gridSpan w:val="29"/>
          </w:tcPr>
          <w:p w14:paraId="720A6984" w14:textId="77777777" w:rsidR="00D80486" w:rsidRPr="00715493" w:rsidRDefault="00D80486" w:rsidP="003962AD">
            <w:pPr>
              <w:rPr>
                <w:rFonts w:cs="Arial"/>
              </w:rPr>
            </w:pPr>
            <w:r w:rsidRPr="00D80486">
              <w:rPr>
                <w:rFonts w:cs="Arial"/>
              </w:rPr>
              <w:t>Das Mess</w:t>
            </w:r>
            <w:r w:rsidR="00EA6A27">
              <w:rPr>
                <w:rFonts w:cs="Arial"/>
              </w:rPr>
              <w:t>gerät ist äußerlich unversehrt</w:t>
            </w:r>
            <w:r w:rsidRPr="00D80486">
              <w:rPr>
                <w:rFonts w:cs="Arial"/>
              </w:rPr>
              <w:t>.</w:t>
            </w:r>
          </w:p>
        </w:tc>
      </w:tr>
      <w:tr w:rsidR="00357A4D" w14:paraId="5F3BF147" w14:textId="77777777" w:rsidTr="00F733D8">
        <w:trPr>
          <w:cantSplit/>
          <w:trHeight w:hRule="exact" w:val="261"/>
        </w:trPr>
        <w:tc>
          <w:tcPr>
            <w:tcW w:w="10091" w:type="dxa"/>
            <w:gridSpan w:val="31"/>
            <w:vAlign w:val="center"/>
          </w:tcPr>
          <w:p w14:paraId="652BDFF7" w14:textId="77777777" w:rsidR="00357A4D" w:rsidRPr="009A1F3D" w:rsidRDefault="00357A4D" w:rsidP="00F34B62">
            <w:pPr>
              <w:rPr>
                <w:rFonts w:cs="Arial"/>
              </w:rPr>
            </w:pPr>
          </w:p>
        </w:tc>
      </w:tr>
      <w:tr w:rsidR="003962AD" w14:paraId="46E7E720" w14:textId="77777777" w:rsidTr="00F733D8">
        <w:trPr>
          <w:cantSplit/>
          <w:trHeight w:hRule="exact" w:val="340"/>
        </w:trPr>
        <w:tc>
          <w:tcPr>
            <w:tcW w:w="10091" w:type="dxa"/>
            <w:gridSpan w:val="31"/>
            <w:vAlign w:val="center"/>
          </w:tcPr>
          <w:p w14:paraId="19A415E0" w14:textId="77777777" w:rsidR="003962AD" w:rsidRPr="00333626" w:rsidRDefault="003962AD" w:rsidP="003962AD">
            <w:pPr>
              <w:rPr>
                <w:rFonts w:cs="Arial"/>
                <w:b/>
                <w:sz w:val="24"/>
                <w:u w:val="single"/>
              </w:rPr>
            </w:pPr>
            <w:r>
              <w:rPr>
                <w:rFonts w:cs="Arial"/>
                <w:b/>
                <w:sz w:val="24"/>
                <w:u w:val="single"/>
              </w:rPr>
              <w:lastRenderedPageBreak/>
              <w:t>Messung/Durchführung:</w:t>
            </w:r>
          </w:p>
        </w:tc>
      </w:tr>
      <w:tr w:rsidR="003962AD" w14:paraId="48ECFF2E" w14:textId="77777777" w:rsidTr="00F733D8">
        <w:trPr>
          <w:cantSplit/>
          <w:trHeight w:hRule="exact" w:val="170"/>
        </w:trPr>
        <w:tc>
          <w:tcPr>
            <w:tcW w:w="10091" w:type="dxa"/>
            <w:gridSpan w:val="31"/>
            <w:vAlign w:val="center"/>
          </w:tcPr>
          <w:p w14:paraId="499A8BAB" w14:textId="77777777" w:rsidR="003962AD" w:rsidRDefault="003962AD" w:rsidP="003962AD">
            <w:pPr>
              <w:rPr>
                <w:rFonts w:cs="Arial"/>
                <w:b/>
                <w:sz w:val="24"/>
              </w:rPr>
            </w:pPr>
          </w:p>
        </w:tc>
      </w:tr>
      <w:tr w:rsidR="003962AD" w14:paraId="31CE493C" w14:textId="77777777" w:rsidTr="00F733D8">
        <w:trPr>
          <w:cantSplit/>
          <w:trHeight w:val="261"/>
        </w:trPr>
        <w:tc>
          <w:tcPr>
            <w:tcW w:w="394" w:type="dxa"/>
            <w:vAlign w:val="center"/>
          </w:tcPr>
          <w:p w14:paraId="47065C4E" w14:textId="77777777" w:rsidR="003962AD" w:rsidRDefault="003962AD" w:rsidP="003962AD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5A0FF8F2" w14:textId="77777777" w:rsidR="003962AD" w:rsidRPr="00715493" w:rsidRDefault="003962AD" w:rsidP="003962AD">
            <w:pPr>
              <w:rPr>
                <w:rFonts w:cs="Arial"/>
              </w:rPr>
            </w:pPr>
            <w:r w:rsidRPr="00097B4D">
              <w:rPr>
                <w:rFonts w:cs="Arial"/>
              </w:rPr>
              <w:t>Das Messgerät wurde entsprechend der derzeit gültigen Gebrauchsanweisung in Betrieb genommen.</w:t>
            </w:r>
          </w:p>
        </w:tc>
      </w:tr>
      <w:tr w:rsidR="003962AD" w14:paraId="1CC78517" w14:textId="77777777" w:rsidTr="00F733D8">
        <w:trPr>
          <w:cantSplit/>
          <w:trHeight w:val="261"/>
        </w:trPr>
        <w:tc>
          <w:tcPr>
            <w:tcW w:w="394" w:type="dxa"/>
            <w:vAlign w:val="center"/>
          </w:tcPr>
          <w:p w14:paraId="51DC5D29" w14:textId="77777777" w:rsidR="003962AD" w:rsidRDefault="003962AD" w:rsidP="003962AD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0DEEC9FC" w14:textId="77777777" w:rsidR="003962AD" w:rsidRPr="00715493" w:rsidRDefault="003962AD" w:rsidP="003962AD">
            <w:pPr>
              <w:rPr>
                <w:rFonts w:cs="Arial"/>
              </w:rPr>
            </w:pPr>
            <w:r w:rsidRPr="00097B4D">
              <w:rPr>
                <w:rFonts w:cs="Arial"/>
              </w:rPr>
              <w:t xml:space="preserve">Das/die o.a. Verkehrszeichen wurde/n vor </w:t>
            </w:r>
            <w:r w:rsidRPr="00097B4D">
              <w:rPr>
                <w:rFonts w:cs="Arial"/>
                <w:b/>
              </w:rPr>
              <w:t>und</w:t>
            </w:r>
            <w:r w:rsidRPr="00097B4D">
              <w:rPr>
                <w:rFonts w:cs="Arial"/>
              </w:rPr>
              <w:t xml:space="preserve"> nach der Messung überprüft.</w:t>
            </w:r>
            <w:r>
              <w:rPr>
                <w:rStyle w:val="Funotenzeichen"/>
                <w:rFonts w:cs="Arial"/>
              </w:rPr>
              <w:footnoteReference w:id="4"/>
            </w:r>
            <w:r>
              <w:t xml:space="preserve"> </w:t>
            </w:r>
            <w:r w:rsidRPr="00097B4D">
              <w:rPr>
                <w:rFonts w:cs="Arial"/>
                <w:sz w:val="14"/>
              </w:rPr>
              <w:t>(Ausnahme: Z.310/311/274.1)</w:t>
            </w:r>
          </w:p>
        </w:tc>
      </w:tr>
      <w:tr w:rsidR="00F733D8" w14:paraId="7AC7685A" w14:textId="77777777" w:rsidTr="00F733D8">
        <w:trPr>
          <w:cantSplit/>
          <w:trHeight w:val="227"/>
        </w:trPr>
        <w:tc>
          <w:tcPr>
            <w:tcW w:w="10091" w:type="dxa"/>
            <w:gridSpan w:val="31"/>
            <w:vAlign w:val="center"/>
          </w:tcPr>
          <w:p w14:paraId="2D499434" w14:textId="261FBE26" w:rsidR="00F733D8" w:rsidRDefault="00F733D8" w:rsidP="00F733D8">
            <w:pPr>
              <w:rPr>
                <w:rFonts w:cs="Arial"/>
                <w:b/>
              </w:rPr>
            </w:pPr>
          </w:p>
        </w:tc>
      </w:tr>
      <w:tr w:rsidR="00F733D8" w14:paraId="17DCC553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4EFB4040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Betriebsart</w:t>
            </w:r>
            <w:r w:rsidRPr="00FD3055">
              <w:rPr>
                <w:rFonts w:cs="Arial"/>
                <w:b/>
              </w:rPr>
              <w:t>:</w:t>
            </w:r>
          </w:p>
        </w:tc>
      </w:tr>
      <w:tr w:rsidR="00F733D8" w14:paraId="4EB92E88" w14:textId="77777777" w:rsidTr="00F733D8">
        <w:trPr>
          <w:cantSplit/>
          <w:trHeight w:val="261"/>
        </w:trPr>
        <w:tc>
          <w:tcPr>
            <w:tcW w:w="394" w:type="dxa"/>
            <w:vAlign w:val="center"/>
          </w:tcPr>
          <w:p w14:paraId="0B8AAE1D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016" w:type="dxa"/>
            <w:gridSpan w:val="10"/>
          </w:tcPr>
          <w:p w14:paraId="62464169" w14:textId="77777777" w:rsidR="00F733D8" w:rsidRPr="00715493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Dreibein-Stativ im Fahrzeug</w:t>
            </w:r>
          </w:p>
        </w:tc>
        <w:tc>
          <w:tcPr>
            <w:tcW w:w="398" w:type="dxa"/>
            <w:gridSpan w:val="2"/>
            <w:vAlign w:val="center"/>
          </w:tcPr>
          <w:p w14:paraId="3C483FCC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08" w:type="dxa"/>
            <w:gridSpan w:val="12"/>
          </w:tcPr>
          <w:p w14:paraId="3AC4491B" w14:textId="77777777" w:rsidR="00F733D8" w:rsidRPr="00715493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Dreibein-Stativ</w:t>
            </w:r>
          </w:p>
        </w:tc>
        <w:tc>
          <w:tcPr>
            <w:tcW w:w="396" w:type="dxa"/>
            <w:vAlign w:val="center"/>
          </w:tcPr>
          <w:p w14:paraId="17355C0A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179" w:type="dxa"/>
            <w:gridSpan w:val="5"/>
          </w:tcPr>
          <w:p w14:paraId="7518AD31" w14:textId="77777777" w:rsidR="00F733D8" w:rsidRPr="00715493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Fahrzeugeinbau</w:t>
            </w:r>
          </w:p>
        </w:tc>
      </w:tr>
      <w:tr w:rsidR="00F733D8" w14:paraId="6D9D75B5" w14:textId="77777777" w:rsidTr="00F733D8">
        <w:trPr>
          <w:cantSplit/>
          <w:trHeight w:val="261"/>
        </w:trPr>
        <w:tc>
          <w:tcPr>
            <w:tcW w:w="394" w:type="dxa"/>
            <w:vAlign w:val="center"/>
          </w:tcPr>
          <w:p w14:paraId="313AE974" w14:textId="29B8556B" w:rsidR="00F733D8" w:rsidRDefault="00F733D8" w:rsidP="00F733D8">
            <w:pPr>
              <w:rPr>
                <w:rFonts w:cs="Arial"/>
                <w:b/>
              </w:rPr>
            </w:pPr>
          </w:p>
        </w:tc>
        <w:tc>
          <w:tcPr>
            <w:tcW w:w="9697" w:type="dxa"/>
            <w:gridSpan w:val="30"/>
          </w:tcPr>
          <w:p w14:paraId="3C1ADD02" w14:textId="58CF7495" w:rsidR="00F733D8" w:rsidRPr="00715493" w:rsidRDefault="00F733D8" w:rsidP="00F733D8">
            <w:pPr>
              <w:rPr>
                <w:rFonts w:cs="Arial"/>
              </w:rPr>
            </w:pPr>
          </w:p>
        </w:tc>
      </w:tr>
      <w:tr w:rsidR="00F733D8" w14:paraId="67E4B755" w14:textId="77777777" w:rsidTr="00F733D8">
        <w:trPr>
          <w:cantSplit/>
          <w:trHeight w:hRule="exact" w:val="261"/>
        </w:trPr>
        <w:tc>
          <w:tcPr>
            <w:tcW w:w="394" w:type="dxa"/>
            <w:vAlign w:val="center"/>
          </w:tcPr>
          <w:p w14:paraId="4CB994BE" w14:textId="77777777" w:rsidR="00F733D8" w:rsidRDefault="00F733D8" w:rsidP="00F733D8">
            <w:pPr>
              <w:rPr>
                <w:rFonts w:cs="Arial"/>
                <w:b/>
              </w:rPr>
            </w:pPr>
          </w:p>
        </w:tc>
        <w:tc>
          <w:tcPr>
            <w:tcW w:w="380" w:type="dxa"/>
            <w:gridSpan w:val="3"/>
            <w:vAlign w:val="center"/>
          </w:tcPr>
          <w:p w14:paraId="068C1DC2" w14:textId="7EE7EEBB" w:rsidR="00F733D8" w:rsidRDefault="00F733D8" w:rsidP="00F733D8">
            <w:pPr>
              <w:rPr>
                <w:rFonts w:cs="Arial"/>
                <w:b/>
              </w:rPr>
            </w:pPr>
          </w:p>
        </w:tc>
        <w:tc>
          <w:tcPr>
            <w:tcW w:w="9317" w:type="dxa"/>
            <w:gridSpan w:val="27"/>
          </w:tcPr>
          <w:p w14:paraId="485E620F" w14:textId="1FB1B135" w:rsidR="00F733D8" w:rsidRPr="00715493" w:rsidRDefault="00F733D8" w:rsidP="00F733D8">
            <w:pPr>
              <w:rPr>
                <w:rFonts w:cs="Arial"/>
              </w:rPr>
            </w:pPr>
          </w:p>
        </w:tc>
      </w:tr>
      <w:tr w:rsidR="00F733D8" w14:paraId="79CD76FE" w14:textId="77777777" w:rsidTr="00F733D8">
        <w:trPr>
          <w:cantSplit/>
          <w:trHeight w:val="522"/>
        </w:trPr>
        <w:tc>
          <w:tcPr>
            <w:tcW w:w="394" w:type="dxa"/>
          </w:tcPr>
          <w:p w14:paraId="4C5A2892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39D34A12" w14:textId="6271FFAD" w:rsidR="00F733D8" w:rsidRPr="00715493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 xml:space="preserve">Die Position des Radarkopfes bezogen auf die Unterkante lag gemäß den Vorgaben der Gebrauchsanweisung </w:t>
            </w:r>
            <w:r w:rsidR="00102B47">
              <w:rPr>
                <w:rFonts w:cs="Arial"/>
              </w:rPr>
              <w:t>über</w:t>
            </w:r>
            <w:r>
              <w:rPr>
                <w:rFonts w:cs="Arial"/>
              </w:rPr>
              <w:t xml:space="preserve"> 0,4 m (Transportabel auf einem Dreibeinstativ).</w:t>
            </w:r>
          </w:p>
        </w:tc>
      </w:tr>
      <w:tr w:rsidR="00F733D8" w14:paraId="6B9E6588" w14:textId="77777777" w:rsidTr="00F733D8">
        <w:trPr>
          <w:cantSplit/>
          <w:trHeight w:val="227"/>
        </w:trPr>
        <w:tc>
          <w:tcPr>
            <w:tcW w:w="10091" w:type="dxa"/>
            <w:gridSpan w:val="31"/>
            <w:vAlign w:val="center"/>
          </w:tcPr>
          <w:p w14:paraId="5A5AE209" w14:textId="77777777" w:rsidR="00F733D8" w:rsidRDefault="00F733D8" w:rsidP="00F733D8">
            <w:pPr>
              <w:rPr>
                <w:rFonts w:cs="Arial"/>
                <w:b/>
              </w:rPr>
            </w:pPr>
          </w:p>
        </w:tc>
      </w:tr>
      <w:tr w:rsidR="00F733D8" w14:paraId="359B9C37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36AA12AF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Überwachte Fahrtrichtung</w:t>
            </w:r>
            <w:r w:rsidRPr="00FD3055">
              <w:rPr>
                <w:rFonts w:cs="Arial"/>
                <w:b/>
              </w:rPr>
              <w:t>:</w:t>
            </w:r>
          </w:p>
        </w:tc>
      </w:tr>
      <w:tr w:rsidR="00F733D8" w14:paraId="76CB1B6C" w14:textId="77777777" w:rsidTr="00F733D8">
        <w:trPr>
          <w:cantSplit/>
          <w:trHeight w:hRule="exact" w:val="261"/>
        </w:trPr>
        <w:tc>
          <w:tcPr>
            <w:tcW w:w="394" w:type="dxa"/>
            <w:vAlign w:val="center"/>
          </w:tcPr>
          <w:p w14:paraId="2DC4BF40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6FE9C8D9" w14:textId="77777777" w:rsidR="00F733D8" w:rsidRPr="00715493" w:rsidRDefault="00F733D8" w:rsidP="00F733D8">
            <w:pPr>
              <w:rPr>
                <w:rFonts w:cs="Arial"/>
              </w:rPr>
            </w:pPr>
            <w:r w:rsidRPr="00FD3055">
              <w:rPr>
                <w:rFonts w:cs="Arial"/>
              </w:rPr>
              <w:t>ankommender Verkehr</w:t>
            </w:r>
          </w:p>
        </w:tc>
      </w:tr>
      <w:tr w:rsidR="00F733D8" w14:paraId="66B464FF" w14:textId="77777777" w:rsidTr="00F733D8">
        <w:trPr>
          <w:cantSplit/>
          <w:trHeight w:hRule="exact" w:val="261"/>
        </w:trPr>
        <w:tc>
          <w:tcPr>
            <w:tcW w:w="394" w:type="dxa"/>
            <w:vAlign w:val="center"/>
          </w:tcPr>
          <w:p w14:paraId="68E80255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27AE59B6" w14:textId="77777777" w:rsidR="00F733D8" w:rsidRPr="00715493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 xml:space="preserve">abfließender </w:t>
            </w:r>
            <w:r w:rsidRPr="00FD3055">
              <w:rPr>
                <w:rFonts w:cs="Arial"/>
              </w:rPr>
              <w:t>Verkehr</w:t>
            </w:r>
          </w:p>
        </w:tc>
      </w:tr>
      <w:tr w:rsidR="00F733D8" w14:paraId="7F122786" w14:textId="77777777" w:rsidTr="00F733D8">
        <w:trPr>
          <w:cantSplit/>
          <w:trHeight w:val="227"/>
        </w:trPr>
        <w:tc>
          <w:tcPr>
            <w:tcW w:w="10091" w:type="dxa"/>
            <w:gridSpan w:val="31"/>
            <w:vAlign w:val="center"/>
          </w:tcPr>
          <w:p w14:paraId="31936839" w14:textId="77777777" w:rsidR="00F733D8" w:rsidRDefault="00F733D8" w:rsidP="00F733D8">
            <w:pPr>
              <w:rPr>
                <w:rFonts w:cs="Arial"/>
                <w:b/>
              </w:rPr>
            </w:pPr>
          </w:p>
        </w:tc>
      </w:tr>
      <w:tr w:rsidR="00F733D8" w14:paraId="22032C33" w14:textId="77777777" w:rsidTr="00F733D8">
        <w:trPr>
          <w:cantSplit/>
          <w:trHeight w:hRule="exact" w:val="260"/>
        </w:trPr>
        <w:tc>
          <w:tcPr>
            <w:tcW w:w="10091" w:type="dxa"/>
            <w:gridSpan w:val="31"/>
            <w:vAlign w:val="center"/>
          </w:tcPr>
          <w:p w14:paraId="76833131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Verwendetes Objektiv der Kamera</w:t>
            </w:r>
            <w:r w:rsidRPr="00FD3055">
              <w:rPr>
                <w:rFonts w:cs="Arial"/>
                <w:b/>
              </w:rPr>
              <w:t>:</w:t>
            </w:r>
          </w:p>
        </w:tc>
      </w:tr>
      <w:tr w:rsidR="00F733D8" w14:paraId="1AA6B51A" w14:textId="77777777" w:rsidTr="00F733D8">
        <w:trPr>
          <w:cantSplit/>
          <w:trHeight w:hRule="exact" w:val="261"/>
        </w:trPr>
        <w:tc>
          <w:tcPr>
            <w:tcW w:w="394" w:type="dxa"/>
            <w:vAlign w:val="center"/>
          </w:tcPr>
          <w:p w14:paraId="6EC35CB1" w14:textId="0AADD782" w:rsidR="00F733D8" w:rsidRDefault="00F733D8" w:rsidP="00F733D8">
            <w:pPr>
              <w:rPr>
                <w:rFonts w:cs="Arial"/>
                <w:b/>
              </w:rPr>
            </w:pPr>
          </w:p>
        </w:tc>
        <w:tc>
          <w:tcPr>
            <w:tcW w:w="3231" w:type="dxa"/>
            <w:gridSpan w:val="11"/>
          </w:tcPr>
          <w:p w14:paraId="57C7ED08" w14:textId="4C94FCAA" w:rsidR="00F733D8" w:rsidRPr="00715493" w:rsidRDefault="00F733D8" w:rsidP="00F733D8">
            <w:pPr>
              <w:rPr>
                <w:rFonts w:cs="Arial"/>
              </w:rPr>
            </w:pPr>
          </w:p>
        </w:tc>
        <w:tc>
          <w:tcPr>
            <w:tcW w:w="397" w:type="dxa"/>
            <w:gridSpan w:val="4"/>
            <w:vAlign w:val="center"/>
          </w:tcPr>
          <w:p w14:paraId="2BDD3A21" w14:textId="71CC7AEE" w:rsidR="00F733D8" w:rsidRDefault="00F733D8" w:rsidP="00F733D8">
            <w:pPr>
              <w:rPr>
                <w:rFonts w:cs="Arial"/>
                <w:b/>
              </w:rPr>
            </w:pPr>
          </w:p>
        </w:tc>
        <w:tc>
          <w:tcPr>
            <w:tcW w:w="6069" w:type="dxa"/>
            <w:gridSpan w:val="15"/>
          </w:tcPr>
          <w:p w14:paraId="610BBEE1" w14:textId="4A6A79B9" w:rsidR="00F733D8" w:rsidRPr="00715493" w:rsidRDefault="00F733D8" w:rsidP="00F733D8">
            <w:pPr>
              <w:rPr>
                <w:rFonts w:cs="Arial"/>
              </w:rPr>
            </w:pPr>
          </w:p>
        </w:tc>
      </w:tr>
      <w:tr w:rsidR="00F733D8" w14:paraId="68E7B1F9" w14:textId="77777777" w:rsidTr="00F733D8">
        <w:trPr>
          <w:cantSplit/>
          <w:trHeight w:hRule="exact" w:val="261"/>
        </w:trPr>
        <w:tc>
          <w:tcPr>
            <w:tcW w:w="394" w:type="dxa"/>
            <w:vAlign w:val="center"/>
          </w:tcPr>
          <w:p w14:paraId="087E677D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31" w:type="dxa"/>
            <w:gridSpan w:val="11"/>
          </w:tcPr>
          <w:p w14:paraId="7454CCFF" w14:textId="60DF64CF" w:rsidR="00F733D8" w:rsidRPr="00715493" w:rsidRDefault="00102B47" w:rsidP="00F733D8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F733D8">
              <w:rPr>
                <w:rFonts w:cs="Arial"/>
              </w:rPr>
              <w:t>5 mm</w:t>
            </w:r>
          </w:p>
        </w:tc>
        <w:tc>
          <w:tcPr>
            <w:tcW w:w="397" w:type="dxa"/>
            <w:gridSpan w:val="4"/>
            <w:vAlign w:val="center"/>
          </w:tcPr>
          <w:p w14:paraId="74494161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6069" w:type="dxa"/>
            <w:gridSpan w:val="15"/>
          </w:tcPr>
          <w:p w14:paraId="395E1210" w14:textId="77777777" w:rsidR="00F733D8" w:rsidRPr="00715493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50 mm</w:t>
            </w:r>
          </w:p>
        </w:tc>
      </w:tr>
      <w:tr w:rsidR="00F733D8" w14:paraId="6B60768B" w14:textId="77777777" w:rsidTr="00F733D8">
        <w:trPr>
          <w:cantSplit/>
          <w:trHeight w:val="227"/>
        </w:trPr>
        <w:tc>
          <w:tcPr>
            <w:tcW w:w="10091" w:type="dxa"/>
            <w:gridSpan w:val="31"/>
            <w:vAlign w:val="center"/>
          </w:tcPr>
          <w:p w14:paraId="1BA38636" w14:textId="77777777" w:rsidR="00F733D8" w:rsidRDefault="00F733D8" w:rsidP="00F733D8">
            <w:pPr>
              <w:rPr>
                <w:rFonts w:cs="Arial"/>
                <w:b/>
              </w:rPr>
            </w:pPr>
          </w:p>
        </w:tc>
      </w:tr>
      <w:tr w:rsidR="00F733D8" w14:paraId="4C4FB240" w14:textId="77777777" w:rsidTr="00F733D8">
        <w:trPr>
          <w:cantSplit/>
          <w:trHeight w:val="261"/>
        </w:trPr>
        <w:tc>
          <w:tcPr>
            <w:tcW w:w="394" w:type="dxa"/>
            <w:vAlign w:val="center"/>
          </w:tcPr>
          <w:p w14:paraId="6EB0A3C9" w14:textId="19038DC2" w:rsidR="00F733D8" w:rsidRDefault="00F733D8" w:rsidP="00F733D8">
            <w:pPr>
              <w:rPr>
                <w:rFonts w:cs="Arial"/>
                <w:b/>
              </w:rPr>
            </w:pPr>
          </w:p>
        </w:tc>
        <w:tc>
          <w:tcPr>
            <w:tcW w:w="9697" w:type="dxa"/>
            <w:gridSpan w:val="30"/>
          </w:tcPr>
          <w:p w14:paraId="09884870" w14:textId="752B4BB0" w:rsidR="00F733D8" w:rsidRPr="00715493" w:rsidRDefault="00F733D8" w:rsidP="00F733D8">
            <w:pPr>
              <w:rPr>
                <w:rFonts w:cs="Arial"/>
              </w:rPr>
            </w:pPr>
          </w:p>
        </w:tc>
      </w:tr>
      <w:tr w:rsidR="00F733D8" w14:paraId="3EA5268A" w14:textId="77777777" w:rsidTr="00F733D8">
        <w:trPr>
          <w:cantSplit/>
          <w:trHeight w:val="522"/>
        </w:trPr>
        <w:tc>
          <w:tcPr>
            <w:tcW w:w="394" w:type="dxa"/>
          </w:tcPr>
          <w:p w14:paraId="2876189E" w14:textId="2638FD61" w:rsidR="00F733D8" w:rsidRDefault="00F733D8" w:rsidP="00F733D8">
            <w:pPr>
              <w:rPr>
                <w:rFonts w:cs="Arial"/>
                <w:b/>
              </w:rPr>
            </w:pPr>
          </w:p>
        </w:tc>
        <w:tc>
          <w:tcPr>
            <w:tcW w:w="9697" w:type="dxa"/>
            <w:gridSpan w:val="30"/>
          </w:tcPr>
          <w:p w14:paraId="559B374B" w14:textId="386217D4" w:rsidR="00F733D8" w:rsidRPr="00715493" w:rsidRDefault="00F733D8" w:rsidP="00F733D8">
            <w:pPr>
              <w:rPr>
                <w:rFonts w:cs="Arial"/>
              </w:rPr>
            </w:pPr>
          </w:p>
        </w:tc>
      </w:tr>
      <w:tr w:rsidR="00F733D8" w14:paraId="7A0B4D62" w14:textId="77777777" w:rsidTr="00F733D8">
        <w:trPr>
          <w:cantSplit/>
          <w:trHeight w:hRule="exact" w:val="261"/>
        </w:trPr>
        <w:tc>
          <w:tcPr>
            <w:tcW w:w="394" w:type="dxa"/>
            <w:vAlign w:val="center"/>
          </w:tcPr>
          <w:p w14:paraId="60C4645B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694AEA4C" w14:textId="77777777" w:rsidR="00F733D8" w:rsidRPr="00715493" w:rsidRDefault="00F733D8" w:rsidP="00F733D8">
            <w:pPr>
              <w:rPr>
                <w:rFonts w:cs="Arial"/>
              </w:rPr>
            </w:pPr>
            <w:r w:rsidRPr="00A85130">
              <w:rPr>
                <w:rFonts w:cs="Arial"/>
              </w:rPr>
              <w:t>Anhaltebetrieb</w:t>
            </w:r>
          </w:p>
        </w:tc>
      </w:tr>
      <w:tr w:rsidR="00F733D8" w14:paraId="17329690" w14:textId="77777777" w:rsidTr="00F733D8">
        <w:trPr>
          <w:cantSplit/>
          <w:trHeight w:hRule="exact" w:val="522"/>
        </w:trPr>
        <w:tc>
          <w:tcPr>
            <w:tcW w:w="394" w:type="dxa"/>
          </w:tcPr>
          <w:p w14:paraId="1EA49866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2B7734D5" w14:textId="77777777" w:rsidR="00F733D8" w:rsidRPr="00715493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Es wurden keine Bedienhandlungen vor Ort durchgeführt, die möglicherweise die Messsicherheit beeinträchtigen</w:t>
            </w:r>
          </w:p>
        </w:tc>
      </w:tr>
      <w:tr w:rsidR="00F733D8" w14:paraId="424C4735" w14:textId="77777777" w:rsidTr="00F733D8">
        <w:trPr>
          <w:cantSplit/>
          <w:trHeight w:hRule="exact" w:val="522"/>
        </w:trPr>
        <w:tc>
          <w:tcPr>
            <w:tcW w:w="394" w:type="dxa"/>
          </w:tcPr>
          <w:p w14:paraId="0AC6DB39" w14:textId="77777777" w:rsidR="00F733D8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2B47">
              <w:rPr>
                <w:rFonts w:cs="Arial"/>
              </w:rPr>
            </w:r>
            <w:r w:rsidR="00102B4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9697" w:type="dxa"/>
            <w:gridSpan w:val="30"/>
          </w:tcPr>
          <w:p w14:paraId="09D4C312" w14:textId="77777777" w:rsidR="00F733D8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Skizze gefertigt, siehe Seite 3</w:t>
            </w:r>
          </w:p>
        </w:tc>
      </w:tr>
      <w:tr w:rsidR="00F733D8" w14:paraId="5C20AA25" w14:textId="77777777" w:rsidTr="00F733D8">
        <w:trPr>
          <w:cantSplit/>
          <w:trHeight w:hRule="exact" w:val="74"/>
        </w:trPr>
        <w:tc>
          <w:tcPr>
            <w:tcW w:w="10091" w:type="dxa"/>
            <w:gridSpan w:val="31"/>
            <w:vAlign w:val="center"/>
          </w:tcPr>
          <w:p w14:paraId="0354828A" w14:textId="77777777" w:rsidR="00F733D8" w:rsidRPr="009A1F3D" w:rsidRDefault="00F733D8" w:rsidP="00F733D8">
            <w:pPr>
              <w:rPr>
                <w:rFonts w:cs="Arial"/>
              </w:rPr>
            </w:pPr>
          </w:p>
        </w:tc>
      </w:tr>
      <w:tr w:rsidR="00F733D8" w14:paraId="75113C26" w14:textId="77777777" w:rsidTr="00F733D8">
        <w:trPr>
          <w:cantSplit/>
          <w:trHeight w:hRule="exact" w:val="340"/>
        </w:trPr>
        <w:tc>
          <w:tcPr>
            <w:tcW w:w="10091" w:type="dxa"/>
            <w:gridSpan w:val="31"/>
            <w:vAlign w:val="center"/>
          </w:tcPr>
          <w:p w14:paraId="6C2C2841" w14:textId="77777777" w:rsidR="00F733D8" w:rsidRPr="00C751AC" w:rsidRDefault="00F733D8" w:rsidP="00F733D8">
            <w:pPr>
              <w:rPr>
                <w:rFonts w:cs="Arial"/>
                <w:b/>
                <w:u w:val="single"/>
              </w:rPr>
            </w:pPr>
            <w:r w:rsidRPr="00C751AC">
              <w:rPr>
                <w:rFonts w:cs="Arial"/>
                <w:b/>
                <w:sz w:val="24"/>
                <w:u w:val="single"/>
              </w:rPr>
              <w:t>Bemerkungen:</w:t>
            </w:r>
          </w:p>
        </w:tc>
      </w:tr>
      <w:tr w:rsidR="00F733D8" w14:paraId="1B690EE5" w14:textId="77777777" w:rsidTr="00F733D8">
        <w:trPr>
          <w:cantSplit/>
          <w:trHeight w:hRule="exact" w:val="261"/>
        </w:trPr>
        <w:tc>
          <w:tcPr>
            <w:tcW w:w="10091" w:type="dxa"/>
            <w:gridSpan w:val="31"/>
            <w:vAlign w:val="center"/>
          </w:tcPr>
          <w:p w14:paraId="313D656F" w14:textId="77777777" w:rsidR="00F733D8" w:rsidRPr="00C751AC" w:rsidRDefault="00F733D8" w:rsidP="00F733D8">
            <w:pPr>
              <w:rPr>
                <w:rFonts w:cs="Arial"/>
                <w:b/>
                <w:sz w:val="24"/>
                <w:u w:val="single"/>
              </w:rPr>
            </w:pPr>
          </w:p>
        </w:tc>
      </w:tr>
      <w:tr w:rsidR="00F733D8" w14:paraId="07B35B82" w14:textId="77777777" w:rsidTr="00F733D8">
        <w:trPr>
          <w:cantSplit/>
          <w:trHeight w:hRule="exact" w:val="2324"/>
        </w:trPr>
        <w:tc>
          <w:tcPr>
            <w:tcW w:w="10091" w:type="dxa"/>
            <w:gridSpan w:val="31"/>
          </w:tcPr>
          <w:p w14:paraId="286D2A2E" w14:textId="77777777" w:rsidR="00F733D8" w:rsidRDefault="00F733D8" w:rsidP="00F733D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  <w:p w14:paraId="7EF7E905" w14:textId="77777777" w:rsidR="00F733D8" w:rsidRPr="000131B8" w:rsidRDefault="00F733D8" w:rsidP="00F733D8">
            <w:pPr>
              <w:rPr>
                <w:rFonts w:cs="Arial"/>
                <w:b/>
              </w:rPr>
            </w:pPr>
          </w:p>
        </w:tc>
      </w:tr>
      <w:tr w:rsidR="00F733D8" w14:paraId="161006B0" w14:textId="77777777" w:rsidTr="00F733D8">
        <w:trPr>
          <w:cantSplit/>
          <w:trHeight w:val="261"/>
        </w:trPr>
        <w:tc>
          <w:tcPr>
            <w:tcW w:w="10091" w:type="dxa"/>
            <w:gridSpan w:val="31"/>
          </w:tcPr>
          <w:p w14:paraId="06CA32EB" w14:textId="77777777" w:rsidR="00F733D8" w:rsidRDefault="00F733D8" w:rsidP="00F733D8">
            <w:pPr>
              <w:rPr>
                <w:rFonts w:cs="Arial"/>
                <w:b/>
              </w:rPr>
            </w:pPr>
          </w:p>
        </w:tc>
      </w:tr>
      <w:tr w:rsidR="00F733D8" w14:paraId="404AF584" w14:textId="77777777" w:rsidTr="00F733D8">
        <w:trPr>
          <w:cantSplit/>
          <w:trHeight w:val="261"/>
        </w:trPr>
        <w:tc>
          <w:tcPr>
            <w:tcW w:w="4421" w:type="dxa"/>
            <w:gridSpan w:val="22"/>
          </w:tcPr>
          <w:p w14:paraId="7FDD52F1" w14:textId="77777777" w:rsidR="00F733D8" w:rsidRPr="00435D37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Messverantwortliche Person Start:</w:t>
            </w:r>
          </w:p>
        </w:tc>
        <w:tc>
          <w:tcPr>
            <w:tcW w:w="5670" w:type="dxa"/>
            <w:gridSpan w:val="9"/>
          </w:tcPr>
          <w:p w14:paraId="68C3F2EA" w14:textId="77777777" w:rsidR="00F733D8" w:rsidRPr="00435D37" w:rsidRDefault="00F733D8" w:rsidP="00F733D8">
            <w:pPr>
              <w:rPr>
                <w:rFonts w:cs="Arial"/>
              </w:rPr>
            </w:pPr>
            <w:r>
              <w:t>Messverantwortliche Person Ende</w:t>
            </w:r>
            <w:r w:rsidRPr="00435D37">
              <w:rPr>
                <w:rFonts w:cs="Arial"/>
              </w:rPr>
              <w:t>:</w:t>
            </w:r>
          </w:p>
        </w:tc>
      </w:tr>
      <w:tr w:rsidR="00F733D8" w14:paraId="6A8D3894" w14:textId="77777777" w:rsidTr="00F733D8">
        <w:trPr>
          <w:cantSplit/>
          <w:trHeight w:val="261"/>
        </w:trPr>
        <w:tc>
          <w:tcPr>
            <w:tcW w:w="10091" w:type="dxa"/>
            <w:gridSpan w:val="31"/>
          </w:tcPr>
          <w:p w14:paraId="16B9A21F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  <w:tr w:rsidR="00F733D8" w14:paraId="3BF51CAE" w14:textId="77777777" w:rsidTr="00F733D8">
        <w:trPr>
          <w:cantSplit/>
          <w:trHeight w:hRule="exact" w:val="261"/>
        </w:trPr>
        <w:tc>
          <w:tcPr>
            <w:tcW w:w="4153" w:type="dxa"/>
            <w:gridSpan w:val="19"/>
          </w:tcPr>
          <w:p w14:paraId="46C0843F" w14:textId="77777777" w:rsidR="00F733D8" w:rsidRPr="00435D37" w:rsidRDefault="00F733D8" w:rsidP="00F733D8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268" w:type="dxa"/>
            <w:gridSpan w:val="3"/>
          </w:tcPr>
          <w:p w14:paraId="629E2FBD" w14:textId="77777777" w:rsidR="00F733D8" w:rsidRPr="00435D37" w:rsidRDefault="00F733D8" w:rsidP="00F733D8">
            <w:pPr>
              <w:rPr>
                <w:rFonts w:cs="Arial"/>
              </w:rPr>
            </w:pPr>
          </w:p>
        </w:tc>
        <w:tc>
          <w:tcPr>
            <w:tcW w:w="4110" w:type="dxa"/>
            <w:gridSpan w:val="8"/>
          </w:tcPr>
          <w:p w14:paraId="699A511B" w14:textId="77777777" w:rsidR="00F733D8" w:rsidRPr="00435D37" w:rsidRDefault="00F733D8" w:rsidP="00F733D8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602664C7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  <w:tr w:rsidR="00F733D8" w14:paraId="44939FD6" w14:textId="77777777" w:rsidTr="00F733D8">
        <w:trPr>
          <w:cantSplit/>
          <w:trHeight w:hRule="exact" w:val="340"/>
        </w:trPr>
        <w:tc>
          <w:tcPr>
            <w:tcW w:w="4153" w:type="dxa"/>
            <w:gridSpan w:val="19"/>
          </w:tcPr>
          <w:p w14:paraId="455A18C0" w14:textId="77777777" w:rsidR="00F733D8" w:rsidRPr="00435D37" w:rsidRDefault="00F733D8" w:rsidP="00F733D8">
            <w:pPr>
              <w:rPr>
                <w:rFonts w:cs="Arial"/>
                <w:sz w:val="14"/>
              </w:rPr>
            </w:pPr>
            <w:r w:rsidRPr="00435D37">
              <w:rPr>
                <w:rFonts w:cs="Arial"/>
                <w:sz w:val="14"/>
              </w:rPr>
              <w:t>(Unterschrift, Name mit Amtsbezeichnung</w:t>
            </w:r>
            <w:r>
              <w:rPr>
                <w:rFonts w:cs="Arial"/>
                <w:sz w:val="14"/>
              </w:rPr>
              <w:t xml:space="preserve"> und Dienststelle in Klarschrift)</w:t>
            </w:r>
          </w:p>
        </w:tc>
        <w:tc>
          <w:tcPr>
            <w:tcW w:w="268" w:type="dxa"/>
            <w:gridSpan w:val="3"/>
          </w:tcPr>
          <w:p w14:paraId="2C7459EA" w14:textId="77777777" w:rsidR="00F733D8" w:rsidRPr="00435D37" w:rsidRDefault="00F733D8" w:rsidP="00F733D8">
            <w:pPr>
              <w:rPr>
                <w:rFonts w:cs="Arial"/>
              </w:rPr>
            </w:pPr>
          </w:p>
        </w:tc>
        <w:tc>
          <w:tcPr>
            <w:tcW w:w="4110" w:type="dxa"/>
            <w:gridSpan w:val="8"/>
          </w:tcPr>
          <w:p w14:paraId="06AA2986" w14:textId="77777777" w:rsidR="00F733D8" w:rsidRPr="00435D37" w:rsidRDefault="00F733D8" w:rsidP="00F733D8">
            <w:pPr>
              <w:rPr>
                <w:rFonts w:cs="Arial"/>
              </w:rPr>
            </w:pPr>
            <w:r w:rsidRPr="00435D37">
              <w:rPr>
                <w:rFonts w:cs="Arial"/>
                <w:sz w:val="14"/>
              </w:rPr>
              <w:t>(Unterschrift, Name mit Amtsbezeichnung</w:t>
            </w:r>
            <w:r>
              <w:rPr>
                <w:rFonts w:cs="Arial"/>
                <w:sz w:val="14"/>
              </w:rPr>
              <w:t xml:space="preserve"> und Dienststelle in Klarschrift)</w:t>
            </w:r>
          </w:p>
        </w:tc>
        <w:tc>
          <w:tcPr>
            <w:tcW w:w="1560" w:type="dxa"/>
          </w:tcPr>
          <w:p w14:paraId="4907A00B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  <w:tr w:rsidR="00F733D8" w14:paraId="47508ADB" w14:textId="77777777" w:rsidTr="00F733D8">
        <w:trPr>
          <w:cantSplit/>
          <w:trHeight w:hRule="exact" w:val="340"/>
        </w:trPr>
        <w:tc>
          <w:tcPr>
            <w:tcW w:w="8531" w:type="dxa"/>
            <w:gridSpan w:val="30"/>
          </w:tcPr>
          <w:p w14:paraId="6E67A669" w14:textId="77777777" w:rsidR="00F733D8" w:rsidRPr="00435D37" w:rsidRDefault="00F733D8" w:rsidP="00F733D8">
            <w:pPr>
              <w:rPr>
                <w:rFonts w:cs="Arial"/>
                <w:sz w:val="14"/>
              </w:rPr>
            </w:pPr>
          </w:p>
        </w:tc>
        <w:tc>
          <w:tcPr>
            <w:tcW w:w="1560" w:type="dxa"/>
          </w:tcPr>
          <w:p w14:paraId="196809E6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  <w:tr w:rsidR="00F733D8" w14:paraId="40030B33" w14:textId="77777777" w:rsidTr="00F733D8">
        <w:trPr>
          <w:cantSplit/>
          <w:trHeight w:hRule="exact" w:val="522"/>
        </w:trPr>
        <w:tc>
          <w:tcPr>
            <w:tcW w:w="4161" w:type="dxa"/>
            <w:gridSpan w:val="20"/>
          </w:tcPr>
          <w:p w14:paraId="77EBC647" w14:textId="77777777" w:rsidR="00F733D8" w:rsidRPr="00435D37" w:rsidRDefault="00F733D8" w:rsidP="00F733D8">
            <w:pPr>
              <w:rPr>
                <w:rFonts w:cs="Arial"/>
              </w:rPr>
            </w:pPr>
            <w:r>
              <w:rPr>
                <w:rFonts w:cs="Arial"/>
              </w:rPr>
              <w:t>Falls abweichend von der verantwortlichen messenden Person:</w:t>
            </w:r>
          </w:p>
        </w:tc>
        <w:tc>
          <w:tcPr>
            <w:tcW w:w="260" w:type="dxa"/>
            <w:gridSpan w:val="2"/>
          </w:tcPr>
          <w:p w14:paraId="2B228004" w14:textId="77777777" w:rsidR="00F733D8" w:rsidRPr="00435D37" w:rsidRDefault="00F733D8" w:rsidP="00F733D8">
            <w:pPr>
              <w:rPr>
                <w:rFonts w:cs="Arial"/>
              </w:rPr>
            </w:pPr>
          </w:p>
        </w:tc>
        <w:tc>
          <w:tcPr>
            <w:tcW w:w="5670" w:type="dxa"/>
            <w:gridSpan w:val="9"/>
          </w:tcPr>
          <w:p w14:paraId="6595D46B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  <w:tr w:rsidR="00F733D8" w14:paraId="342D8087" w14:textId="77777777" w:rsidTr="00F733D8">
        <w:trPr>
          <w:cantSplit/>
          <w:trHeight w:val="261"/>
        </w:trPr>
        <w:tc>
          <w:tcPr>
            <w:tcW w:w="10091" w:type="dxa"/>
            <w:gridSpan w:val="31"/>
          </w:tcPr>
          <w:p w14:paraId="4FD186CF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  <w:tr w:rsidR="00F733D8" w14:paraId="4B3419C2" w14:textId="77777777" w:rsidTr="00F733D8">
        <w:trPr>
          <w:cantSplit/>
          <w:trHeight w:hRule="exact" w:val="261"/>
        </w:trPr>
        <w:tc>
          <w:tcPr>
            <w:tcW w:w="4153" w:type="dxa"/>
            <w:gridSpan w:val="19"/>
          </w:tcPr>
          <w:p w14:paraId="50A87FE7" w14:textId="77777777" w:rsidR="00F733D8" w:rsidRPr="00435D37" w:rsidRDefault="00F733D8" w:rsidP="00F733D8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268" w:type="dxa"/>
            <w:gridSpan w:val="3"/>
          </w:tcPr>
          <w:p w14:paraId="6B3F97FB" w14:textId="77777777" w:rsidR="00F733D8" w:rsidRPr="00435D37" w:rsidRDefault="00F733D8" w:rsidP="00F733D8">
            <w:pPr>
              <w:rPr>
                <w:rFonts w:cs="Arial"/>
              </w:rPr>
            </w:pPr>
          </w:p>
        </w:tc>
        <w:tc>
          <w:tcPr>
            <w:tcW w:w="4110" w:type="dxa"/>
            <w:gridSpan w:val="8"/>
          </w:tcPr>
          <w:p w14:paraId="01B67AF0" w14:textId="77777777" w:rsidR="00F733D8" w:rsidRPr="00435D37" w:rsidRDefault="00F733D8" w:rsidP="00F733D8">
            <w:pPr>
              <w:rPr>
                <w:rFonts w:cs="Arial"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5096FB50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  <w:tr w:rsidR="00F733D8" w14:paraId="3F9A9859" w14:textId="77777777" w:rsidTr="00F733D8">
        <w:trPr>
          <w:cantSplit/>
          <w:trHeight w:hRule="exact" w:val="340"/>
        </w:trPr>
        <w:tc>
          <w:tcPr>
            <w:tcW w:w="4153" w:type="dxa"/>
            <w:gridSpan w:val="19"/>
          </w:tcPr>
          <w:p w14:paraId="28CD1553" w14:textId="77777777" w:rsidR="00F733D8" w:rsidRPr="00435D37" w:rsidRDefault="00F733D8" w:rsidP="00F733D8">
            <w:pPr>
              <w:rPr>
                <w:rFonts w:cs="Arial"/>
                <w:sz w:val="14"/>
              </w:rPr>
            </w:pPr>
            <w:r w:rsidRPr="00435D37">
              <w:rPr>
                <w:rFonts w:cs="Arial"/>
                <w:sz w:val="14"/>
              </w:rPr>
              <w:t>(Unterschrift, Name mit Amtsbezeichnung</w:t>
            </w:r>
            <w:r>
              <w:rPr>
                <w:rFonts w:cs="Arial"/>
                <w:sz w:val="14"/>
              </w:rPr>
              <w:t xml:space="preserve"> und Dienststelle in Klarschrift der protokollierenden Person)</w:t>
            </w:r>
          </w:p>
        </w:tc>
        <w:tc>
          <w:tcPr>
            <w:tcW w:w="268" w:type="dxa"/>
            <w:gridSpan w:val="3"/>
          </w:tcPr>
          <w:p w14:paraId="5EB7CF91" w14:textId="77777777" w:rsidR="00F733D8" w:rsidRPr="00435D37" w:rsidRDefault="00F733D8" w:rsidP="00F733D8">
            <w:pPr>
              <w:rPr>
                <w:rFonts w:cs="Arial"/>
              </w:rPr>
            </w:pPr>
          </w:p>
        </w:tc>
        <w:tc>
          <w:tcPr>
            <w:tcW w:w="4110" w:type="dxa"/>
            <w:gridSpan w:val="8"/>
          </w:tcPr>
          <w:p w14:paraId="4CA2D347" w14:textId="77777777" w:rsidR="00F733D8" w:rsidRPr="00435D37" w:rsidRDefault="00F733D8" w:rsidP="00F733D8">
            <w:pPr>
              <w:rPr>
                <w:rFonts w:cs="Arial"/>
              </w:rPr>
            </w:pPr>
            <w:r w:rsidRPr="00435D37">
              <w:rPr>
                <w:rFonts w:cs="Arial"/>
                <w:sz w:val="14"/>
              </w:rPr>
              <w:t>(Unterschrift, Name mit Amtsbezeichnung</w:t>
            </w:r>
            <w:r>
              <w:rPr>
                <w:rFonts w:cs="Arial"/>
                <w:sz w:val="14"/>
              </w:rPr>
              <w:t xml:space="preserve"> und Dienststelle in Klarschrift der protokollierenden Person)</w:t>
            </w:r>
          </w:p>
        </w:tc>
        <w:tc>
          <w:tcPr>
            <w:tcW w:w="1560" w:type="dxa"/>
          </w:tcPr>
          <w:p w14:paraId="1D903053" w14:textId="77777777" w:rsidR="00F733D8" w:rsidRPr="00435D37" w:rsidRDefault="00F733D8" w:rsidP="00F733D8">
            <w:pPr>
              <w:rPr>
                <w:rFonts w:cs="Arial"/>
              </w:rPr>
            </w:pPr>
          </w:p>
        </w:tc>
      </w:tr>
    </w:tbl>
    <w:p w14:paraId="28D37104" w14:textId="77777777" w:rsidR="00750976" w:rsidRDefault="00750976" w:rsidP="003E6A97">
      <w:pPr>
        <w:rPr>
          <w:sz w:val="2"/>
        </w:rPr>
      </w:pPr>
    </w:p>
    <w:p w14:paraId="52A36265" w14:textId="77777777" w:rsidR="00750976" w:rsidRPr="00750976" w:rsidRDefault="00750976" w:rsidP="00750976">
      <w:pPr>
        <w:rPr>
          <w:sz w:val="2"/>
        </w:rPr>
      </w:pPr>
    </w:p>
    <w:p w14:paraId="6102A284" w14:textId="77777777" w:rsidR="00750976" w:rsidRPr="00750976" w:rsidRDefault="00750976" w:rsidP="00750976">
      <w:pPr>
        <w:rPr>
          <w:sz w:val="2"/>
        </w:rPr>
      </w:pPr>
    </w:p>
    <w:p w14:paraId="3D219C63" w14:textId="77777777" w:rsidR="00750976" w:rsidRPr="00750976" w:rsidRDefault="00750976" w:rsidP="00750976">
      <w:pPr>
        <w:rPr>
          <w:sz w:val="2"/>
        </w:rPr>
      </w:pPr>
    </w:p>
    <w:p w14:paraId="4D795429" w14:textId="77777777" w:rsidR="00C40A5A" w:rsidRDefault="00C40A5A" w:rsidP="00750976">
      <w:pPr>
        <w:rPr>
          <w:sz w:val="6"/>
        </w:rPr>
      </w:pPr>
    </w:p>
    <w:p w14:paraId="429E8CB3" w14:textId="77777777" w:rsidR="009510F5" w:rsidRDefault="009510F5" w:rsidP="00750976">
      <w:pPr>
        <w:rPr>
          <w:sz w:val="6"/>
        </w:rPr>
      </w:pPr>
    </w:p>
    <w:p w14:paraId="578886C4" w14:textId="2ACE7B51" w:rsidR="009510F5" w:rsidRDefault="009510F5" w:rsidP="00750976">
      <w:pPr>
        <w:rPr>
          <w:sz w:val="6"/>
        </w:rPr>
      </w:pPr>
    </w:p>
    <w:p w14:paraId="4E5D9F27" w14:textId="78AF7501" w:rsidR="00102B47" w:rsidRDefault="00102B47" w:rsidP="00750976">
      <w:pPr>
        <w:rPr>
          <w:sz w:val="6"/>
        </w:rPr>
      </w:pPr>
    </w:p>
    <w:p w14:paraId="7E289F65" w14:textId="7777E597" w:rsidR="00102B47" w:rsidRDefault="00102B47" w:rsidP="00750976">
      <w:pPr>
        <w:rPr>
          <w:sz w:val="6"/>
        </w:rPr>
      </w:pPr>
    </w:p>
    <w:p w14:paraId="4DAFD474" w14:textId="77777777" w:rsidR="00102B47" w:rsidRDefault="00102B47" w:rsidP="00750976">
      <w:pPr>
        <w:rPr>
          <w:sz w:val="6"/>
        </w:rPr>
      </w:pPr>
    </w:p>
    <w:p w14:paraId="2BA701F1" w14:textId="77777777" w:rsidR="009510F5" w:rsidRDefault="009510F5" w:rsidP="00750976">
      <w:pPr>
        <w:rPr>
          <w:sz w:val="6"/>
        </w:rPr>
      </w:pPr>
    </w:p>
    <w:p w14:paraId="4102543D" w14:textId="77777777" w:rsidR="009510F5" w:rsidRDefault="009510F5" w:rsidP="00750976">
      <w:pPr>
        <w:rPr>
          <w:sz w:val="6"/>
        </w:rPr>
      </w:pPr>
    </w:p>
    <w:p w14:paraId="11669243" w14:textId="77777777" w:rsidR="009510F5" w:rsidRDefault="009510F5" w:rsidP="00750976">
      <w:pPr>
        <w:rPr>
          <w:sz w:val="6"/>
        </w:rPr>
      </w:pPr>
    </w:p>
    <w:tbl>
      <w:tblPr>
        <w:tblW w:w="9985" w:type="dxa"/>
        <w:tblInd w:w="11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39"/>
        <w:gridCol w:w="1190"/>
        <w:gridCol w:w="55"/>
        <w:gridCol w:w="1248"/>
        <w:gridCol w:w="1256"/>
        <w:gridCol w:w="1247"/>
        <w:gridCol w:w="1248"/>
        <w:gridCol w:w="1246"/>
        <w:gridCol w:w="1147"/>
        <w:gridCol w:w="109"/>
      </w:tblGrid>
      <w:tr w:rsidR="009510F5" w14:paraId="24FA6126" w14:textId="77777777" w:rsidTr="003D65AB">
        <w:trPr>
          <w:cantSplit/>
          <w:trHeight w:hRule="exact" w:val="260"/>
        </w:trPr>
        <w:tc>
          <w:tcPr>
            <w:tcW w:w="9985" w:type="dxa"/>
            <w:gridSpan w:val="10"/>
            <w:vAlign w:val="center"/>
          </w:tcPr>
          <w:p w14:paraId="2705CF9C" w14:textId="77777777" w:rsidR="009510F5" w:rsidRDefault="009510F5" w:rsidP="003D65A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Messstellenaufbau mit Fixpunkten bitte skizzieren und folgende Angaben ausfüllen.</w:t>
            </w:r>
          </w:p>
        </w:tc>
      </w:tr>
      <w:tr w:rsidR="009510F5" w:rsidRPr="009A1F3D" w14:paraId="71A8FFC4" w14:textId="77777777" w:rsidTr="003D65AB">
        <w:trPr>
          <w:cantSplit/>
          <w:trHeight w:hRule="exact" w:val="260"/>
        </w:trPr>
        <w:tc>
          <w:tcPr>
            <w:tcW w:w="9985" w:type="dxa"/>
            <w:gridSpan w:val="10"/>
            <w:vAlign w:val="center"/>
          </w:tcPr>
          <w:p w14:paraId="346DC19A" w14:textId="77777777" w:rsidR="009510F5" w:rsidRPr="009031FF" w:rsidRDefault="009510F5" w:rsidP="003D65AB">
            <w:pPr>
              <w:rPr>
                <w:rFonts w:cs="Arial"/>
                <w:color w:val="FF0000"/>
              </w:rPr>
            </w:pPr>
            <w:r w:rsidRPr="00CA7765">
              <w:rPr>
                <w:rFonts w:cs="Arial"/>
                <w:color w:val="FF0000"/>
              </w:rPr>
              <w:t>(Die Skizze muss eine exakte Nachbildung des Messaufbaus ermöglichen)</w:t>
            </w:r>
          </w:p>
        </w:tc>
      </w:tr>
      <w:tr w:rsidR="009510F5" w14:paraId="070C9BD7" w14:textId="77777777" w:rsidTr="003D65AB">
        <w:trPr>
          <w:cantSplit/>
          <w:trHeight w:hRule="exact" w:val="260"/>
        </w:trPr>
        <w:tc>
          <w:tcPr>
            <w:tcW w:w="9985" w:type="dxa"/>
            <w:gridSpan w:val="10"/>
            <w:vAlign w:val="center"/>
          </w:tcPr>
          <w:p w14:paraId="7B6905B3" w14:textId="77777777" w:rsidR="009510F5" w:rsidRDefault="009510F5" w:rsidP="003D65AB">
            <w:pPr>
              <w:rPr>
                <w:rFonts w:cs="Arial"/>
                <w:b/>
              </w:rPr>
            </w:pPr>
          </w:p>
        </w:tc>
      </w:tr>
      <w:tr w:rsidR="009510F5" w14:paraId="243A9A51" w14:textId="77777777" w:rsidTr="003D65AB">
        <w:trPr>
          <w:cantSplit/>
          <w:trHeight w:hRule="exact" w:val="260"/>
        </w:trPr>
        <w:tc>
          <w:tcPr>
            <w:tcW w:w="9985" w:type="dxa"/>
            <w:gridSpan w:val="10"/>
            <w:vAlign w:val="center"/>
          </w:tcPr>
          <w:p w14:paraId="09C34BAB" w14:textId="77777777" w:rsidR="009510F5" w:rsidRDefault="009510F5" w:rsidP="003D65A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Standort des Messgeräts:</w:t>
            </w:r>
          </w:p>
        </w:tc>
      </w:tr>
      <w:tr w:rsidR="009510F5" w:rsidRPr="009A1F3D" w14:paraId="21A8E57A" w14:textId="77777777" w:rsidTr="003D65AB">
        <w:trPr>
          <w:cantSplit/>
          <w:trHeight w:hRule="exact" w:val="260"/>
        </w:trPr>
        <w:tc>
          <w:tcPr>
            <w:tcW w:w="2429" w:type="dxa"/>
            <w:gridSpan w:val="2"/>
            <w:vAlign w:val="center"/>
          </w:tcPr>
          <w:p w14:paraId="773EDBEE" w14:textId="77777777" w:rsidR="009510F5" w:rsidRPr="009A1F3D" w:rsidRDefault="009510F5" w:rsidP="003D65AB">
            <w:pPr>
              <w:rPr>
                <w:rFonts w:cs="Arial"/>
              </w:rPr>
            </w:pPr>
            <w:r>
              <w:rPr>
                <w:rFonts w:cs="Arial"/>
              </w:rPr>
              <w:t>Aufbauhöhe:</w:t>
            </w:r>
          </w:p>
        </w:tc>
        <w:bookmarkStart w:id="13" w:name="F0021"/>
        <w:tc>
          <w:tcPr>
            <w:tcW w:w="7556" w:type="dxa"/>
            <w:gridSpan w:val="8"/>
            <w:vAlign w:val="center"/>
          </w:tcPr>
          <w:p w14:paraId="418836BE" w14:textId="77777777" w:rsidR="009510F5" w:rsidRPr="009A1F3D" w:rsidRDefault="009510F5" w:rsidP="003D65AB">
            <w:pPr>
              <w:rPr>
                <w:rFonts w:cs="Arial"/>
              </w:rPr>
            </w:pPr>
            <w:r>
              <w:rPr>
                <w:rFonts w:cs="Arial"/>
                <w:b/>
                <w:bCs/>
                <w:szCs w:val="19"/>
              </w:rPr>
              <w:fldChar w:fldCharType="begin">
                <w:ffData>
                  <w:name w:val="F00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b/>
                <w:bCs/>
                <w:szCs w:val="19"/>
              </w:rPr>
              <w:instrText xml:space="preserve"> FORMTEXT </w:instrText>
            </w:r>
            <w:r>
              <w:rPr>
                <w:rFonts w:cs="Arial"/>
                <w:b/>
                <w:bCs/>
                <w:szCs w:val="19"/>
              </w:rPr>
            </w:r>
            <w:r>
              <w:rPr>
                <w:rFonts w:cs="Arial"/>
                <w:b/>
                <w:bCs/>
                <w:szCs w:val="19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szCs w:val="19"/>
              </w:rPr>
              <w:fldChar w:fldCharType="end"/>
            </w:r>
            <w:bookmarkEnd w:id="13"/>
            <w:r>
              <w:rPr>
                <w:rFonts w:cs="Arial"/>
                <w:b/>
                <w:bCs/>
                <w:szCs w:val="19"/>
              </w:rPr>
              <w:t xml:space="preserve"> </w:t>
            </w:r>
            <w:r w:rsidRPr="000131B8">
              <w:rPr>
                <w:rFonts w:cs="Arial"/>
                <w:bCs/>
                <w:szCs w:val="19"/>
              </w:rPr>
              <w:t>m (Unterkante Messgerät bis Fahrbahnniveau)</w:t>
            </w:r>
          </w:p>
        </w:tc>
      </w:tr>
      <w:tr w:rsidR="009510F5" w:rsidRPr="009A1F3D" w14:paraId="677DF918" w14:textId="77777777" w:rsidTr="003D65AB">
        <w:trPr>
          <w:cantSplit/>
          <w:trHeight w:hRule="exact" w:val="260"/>
        </w:trPr>
        <w:tc>
          <w:tcPr>
            <w:tcW w:w="2429" w:type="dxa"/>
            <w:gridSpan w:val="2"/>
            <w:vAlign w:val="center"/>
          </w:tcPr>
          <w:p w14:paraId="6778339D" w14:textId="77777777" w:rsidR="009510F5" w:rsidRPr="009A1F3D" w:rsidRDefault="009510F5" w:rsidP="003D65AB">
            <w:pPr>
              <w:rPr>
                <w:rFonts w:cs="Arial"/>
              </w:rPr>
            </w:pPr>
            <w:r>
              <w:rPr>
                <w:rFonts w:cs="Arial"/>
              </w:rPr>
              <w:t>Seitlicher Abstand:</w:t>
            </w:r>
          </w:p>
        </w:tc>
        <w:tc>
          <w:tcPr>
            <w:tcW w:w="7556" w:type="dxa"/>
            <w:gridSpan w:val="8"/>
            <w:vAlign w:val="center"/>
          </w:tcPr>
          <w:p w14:paraId="0960F404" w14:textId="77777777" w:rsidR="009510F5" w:rsidRPr="009A1F3D" w:rsidRDefault="009510F5" w:rsidP="003D65AB">
            <w:pPr>
              <w:rPr>
                <w:rFonts w:cs="Arial"/>
              </w:rPr>
            </w:pPr>
            <w:r>
              <w:rPr>
                <w:rFonts w:cs="Arial"/>
                <w:b/>
                <w:bCs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b/>
                <w:bCs/>
                <w:szCs w:val="19"/>
              </w:rPr>
              <w:instrText xml:space="preserve"> FORMTEXT </w:instrText>
            </w:r>
            <w:r>
              <w:rPr>
                <w:rFonts w:cs="Arial"/>
                <w:b/>
                <w:bCs/>
                <w:szCs w:val="19"/>
              </w:rPr>
            </w:r>
            <w:r>
              <w:rPr>
                <w:rFonts w:cs="Arial"/>
                <w:b/>
                <w:bCs/>
                <w:szCs w:val="19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szCs w:val="19"/>
              </w:rPr>
              <w:fldChar w:fldCharType="end"/>
            </w:r>
            <w:r>
              <w:rPr>
                <w:rFonts w:cs="Arial"/>
                <w:b/>
                <w:bCs/>
                <w:szCs w:val="19"/>
              </w:rPr>
              <w:t xml:space="preserve"> </w:t>
            </w:r>
            <w:r w:rsidRPr="000131B8">
              <w:rPr>
                <w:rFonts w:cs="Arial"/>
                <w:bCs/>
                <w:szCs w:val="19"/>
              </w:rPr>
              <w:t>m (Vorderkante Messgerät bis Fahrbahnrand)</w:t>
            </w:r>
          </w:p>
        </w:tc>
      </w:tr>
      <w:tr w:rsidR="009510F5" w:rsidRPr="009A1F3D" w14:paraId="6E2383D2" w14:textId="77777777" w:rsidTr="003D65AB">
        <w:trPr>
          <w:cantSplit/>
          <w:trHeight w:hRule="exact" w:val="260"/>
        </w:trPr>
        <w:tc>
          <w:tcPr>
            <w:tcW w:w="9985" w:type="dxa"/>
            <w:gridSpan w:val="10"/>
            <w:vAlign w:val="center"/>
          </w:tcPr>
          <w:p w14:paraId="66C9FE09" w14:textId="77777777" w:rsidR="009510F5" w:rsidRPr="009A1F3D" w:rsidRDefault="009510F5" w:rsidP="003D65AB">
            <w:pPr>
              <w:rPr>
                <w:rFonts w:cs="Arial"/>
              </w:rPr>
            </w:pPr>
          </w:p>
        </w:tc>
      </w:tr>
      <w:tr w:rsidR="009510F5" w14:paraId="0151764D" w14:textId="77777777" w:rsidTr="003D65AB">
        <w:trPr>
          <w:cantSplit/>
          <w:trHeight w:hRule="exact" w:val="260"/>
        </w:trPr>
        <w:tc>
          <w:tcPr>
            <w:tcW w:w="9985" w:type="dxa"/>
            <w:gridSpan w:val="10"/>
            <w:vAlign w:val="center"/>
          </w:tcPr>
          <w:p w14:paraId="63850659" w14:textId="77777777" w:rsidR="009510F5" w:rsidRDefault="009510F5" w:rsidP="003D65A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Spurbreite</w:t>
            </w:r>
          </w:p>
        </w:tc>
      </w:tr>
      <w:tr w:rsidR="009510F5" w:rsidRPr="00715493" w14:paraId="5EDCB77F" w14:textId="77777777" w:rsidTr="003D65AB">
        <w:trPr>
          <w:cantSplit/>
          <w:trHeight w:val="261"/>
        </w:trPr>
        <w:tc>
          <w:tcPr>
            <w:tcW w:w="1239" w:type="dxa"/>
            <w:vAlign w:val="center"/>
          </w:tcPr>
          <w:p w14:paraId="2D342604" w14:textId="77777777" w:rsidR="009510F5" w:rsidRPr="00E73035" w:rsidRDefault="009510F5" w:rsidP="003D65AB">
            <w:pPr>
              <w:rPr>
                <w:rFonts w:cs="Arial"/>
              </w:rPr>
            </w:pPr>
            <w:r w:rsidRPr="00E73035">
              <w:rPr>
                <w:rFonts w:cs="Arial"/>
              </w:rPr>
              <w:t>Fahrspur 1:</w:t>
            </w:r>
          </w:p>
        </w:tc>
        <w:tc>
          <w:tcPr>
            <w:tcW w:w="1245" w:type="dxa"/>
            <w:gridSpan w:val="2"/>
            <w:vAlign w:val="center"/>
          </w:tcPr>
          <w:p w14:paraId="44A32A37" w14:textId="77777777" w:rsidR="009510F5" w:rsidRPr="00715493" w:rsidRDefault="009510F5" w:rsidP="003D65AB">
            <w:pPr>
              <w:rPr>
                <w:rFonts w:cs="Arial"/>
              </w:rPr>
            </w:pPr>
            <w:r>
              <w:rPr>
                <w:rFonts w:cs="Arial"/>
                <w:b/>
                <w:bCs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b/>
                <w:bCs/>
                <w:szCs w:val="19"/>
              </w:rPr>
              <w:instrText xml:space="preserve"> FORMTEXT </w:instrText>
            </w:r>
            <w:r>
              <w:rPr>
                <w:rFonts w:cs="Arial"/>
                <w:b/>
                <w:bCs/>
                <w:szCs w:val="19"/>
              </w:rPr>
            </w:r>
            <w:r>
              <w:rPr>
                <w:rFonts w:cs="Arial"/>
                <w:b/>
                <w:bCs/>
                <w:szCs w:val="19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szCs w:val="19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14:paraId="42975F41" w14:textId="77777777" w:rsidR="009510F5" w:rsidRPr="00715493" w:rsidRDefault="009510F5" w:rsidP="003D65AB">
            <w:pPr>
              <w:rPr>
                <w:rFonts w:cs="Arial"/>
              </w:rPr>
            </w:pPr>
            <w:r>
              <w:rPr>
                <w:rFonts w:cs="Arial"/>
              </w:rPr>
              <w:t>Fahrspur 2:</w:t>
            </w:r>
          </w:p>
        </w:tc>
        <w:tc>
          <w:tcPr>
            <w:tcW w:w="1256" w:type="dxa"/>
            <w:vAlign w:val="center"/>
          </w:tcPr>
          <w:p w14:paraId="442E058C" w14:textId="77777777" w:rsidR="009510F5" w:rsidRDefault="009510F5" w:rsidP="003D65AB">
            <w:pPr>
              <w:rPr>
                <w:rFonts w:cs="Arial"/>
                <w:b/>
              </w:rPr>
            </w:pPr>
            <w:r>
              <w:rPr>
                <w:rFonts w:cs="Arial"/>
                <w:b/>
                <w:bCs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b/>
                <w:bCs/>
                <w:szCs w:val="19"/>
              </w:rPr>
              <w:instrText xml:space="preserve"> FORMTEXT </w:instrText>
            </w:r>
            <w:r>
              <w:rPr>
                <w:rFonts w:cs="Arial"/>
                <w:b/>
                <w:bCs/>
                <w:szCs w:val="19"/>
              </w:rPr>
            </w:r>
            <w:r>
              <w:rPr>
                <w:rFonts w:cs="Arial"/>
                <w:b/>
                <w:bCs/>
                <w:szCs w:val="19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szCs w:val="19"/>
              </w:rPr>
              <w:fldChar w:fldCharType="end"/>
            </w:r>
          </w:p>
        </w:tc>
        <w:tc>
          <w:tcPr>
            <w:tcW w:w="1247" w:type="dxa"/>
            <w:vAlign w:val="center"/>
          </w:tcPr>
          <w:p w14:paraId="3497A9E5" w14:textId="77777777" w:rsidR="009510F5" w:rsidRPr="00715493" w:rsidRDefault="009510F5" w:rsidP="003D65AB">
            <w:pPr>
              <w:rPr>
                <w:rFonts w:cs="Arial"/>
              </w:rPr>
            </w:pPr>
            <w:r>
              <w:rPr>
                <w:rFonts w:cs="Arial"/>
              </w:rPr>
              <w:t>Fahrspur 3:</w:t>
            </w:r>
          </w:p>
        </w:tc>
        <w:tc>
          <w:tcPr>
            <w:tcW w:w="1248" w:type="dxa"/>
            <w:vAlign w:val="center"/>
          </w:tcPr>
          <w:p w14:paraId="395D8E75" w14:textId="77777777" w:rsidR="009510F5" w:rsidRPr="00715493" w:rsidRDefault="009510F5" w:rsidP="003D65AB">
            <w:pPr>
              <w:rPr>
                <w:rFonts w:cs="Arial"/>
              </w:rPr>
            </w:pPr>
            <w:r>
              <w:rPr>
                <w:rFonts w:cs="Arial"/>
                <w:b/>
                <w:bCs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b/>
                <w:bCs/>
                <w:szCs w:val="19"/>
              </w:rPr>
              <w:instrText xml:space="preserve"> FORMTEXT </w:instrText>
            </w:r>
            <w:r>
              <w:rPr>
                <w:rFonts w:cs="Arial"/>
                <w:b/>
                <w:bCs/>
                <w:szCs w:val="19"/>
              </w:rPr>
            </w:r>
            <w:r>
              <w:rPr>
                <w:rFonts w:cs="Arial"/>
                <w:b/>
                <w:bCs/>
                <w:szCs w:val="19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szCs w:val="19"/>
              </w:rPr>
              <w:fldChar w:fldCharType="end"/>
            </w:r>
          </w:p>
        </w:tc>
        <w:tc>
          <w:tcPr>
            <w:tcW w:w="1246" w:type="dxa"/>
            <w:vAlign w:val="center"/>
          </w:tcPr>
          <w:p w14:paraId="552EF74B" w14:textId="77777777" w:rsidR="009510F5" w:rsidRPr="00715493" w:rsidRDefault="009510F5" w:rsidP="003D65AB">
            <w:pPr>
              <w:rPr>
                <w:rFonts w:cs="Arial"/>
              </w:rPr>
            </w:pPr>
            <w:r>
              <w:rPr>
                <w:rFonts w:cs="Arial"/>
              </w:rPr>
              <w:t>Fahrspur 4:</w:t>
            </w:r>
          </w:p>
        </w:tc>
        <w:tc>
          <w:tcPr>
            <w:tcW w:w="1256" w:type="dxa"/>
            <w:gridSpan w:val="2"/>
            <w:vAlign w:val="center"/>
          </w:tcPr>
          <w:p w14:paraId="05D1DB74" w14:textId="77777777" w:rsidR="009510F5" w:rsidRPr="00715493" w:rsidRDefault="009510F5" w:rsidP="003D65AB">
            <w:pPr>
              <w:rPr>
                <w:rFonts w:cs="Arial"/>
              </w:rPr>
            </w:pPr>
            <w:r>
              <w:rPr>
                <w:rFonts w:cs="Arial"/>
                <w:b/>
                <w:bCs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b/>
                <w:bCs/>
                <w:szCs w:val="19"/>
              </w:rPr>
              <w:instrText xml:space="preserve"> FORMTEXT </w:instrText>
            </w:r>
            <w:r>
              <w:rPr>
                <w:rFonts w:cs="Arial"/>
                <w:b/>
                <w:bCs/>
                <w:szCs w:val="19"/>
              </w:rPr>
            </w:r>
            <w:r>
              <w:rPr>
                <w:rFonts w:cs="Arial"/>
                <w:b/>
                <w:bCs/>
                <w:szCs w:val="19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noProof/>
                <w:szCs w:val="19"/>
              </w:rPr>
              <w:t> </w:t>
            </w:r>
            <w:r>
              <w:rPr>
                <w:rFonts w:cs="Arial"/>
                <w:b/>
                <w:bCs/>
                <w:szCs w:val="19"/>
              </w:rPr>
              <w:fldChar w:fldCharType="end"/>
            </w:r>
          </w:p>
        </w:tc>
      </w:tr>
      <w:tr w:rsidR="009510F5" w14:paraId="2BCCAF61" w14:textId="77777777" w:rsidTr="003D65AB">
        <w:trPr>
          <w:cantSplit/>
          <w:trHeight w:val="261"/>
        </w:trPr>
        <w:tc>
          <w:tcPr>
            <w:tcW w:w="9985" w:type="dxa"/>
            <w:gridSpan w:val="10"/>
            <w:vAlign w:val="center"/>
          </w:tcPr>
          <w:p w14:paraId="5478727B" w14:textId="77777777" w:rsidR="009510F5" w:rsidRDefault="009510F5" w:rsidP="003D65AB">
            <w:pPr>
              <w:rPr>
                <w:rFonts w:cs="Arial"/>
                <w:b/>
                <w:bCs/>
                <w:szCs w:val="19"/>
              </w:rPr>
            </w:pPr>
          </w:p>
        </w:tc>
      </w:tr>
      <w:tr w:rsidR="009510F5" w:rsidRPr="00435D37" w14:paraId="11C646AE" w14:textId="77777777" w:rsidTr="003D65AB">
        <w:trPr>
          <w:gridAfter w:val="1"/>
          <w:wAfter w:w="109" w:type="dxa"/>
          <w:cantSplit/>
          <w:trHeight w:hRule="exact" w:val="261"/>
        </w:trPr>
        <w:tc>
          <w:tcPr>
            <w:tcW w:w="9876" w:type="dxa"/>
            <w:gridSpan w:val="9"/>
          </w:tcPr>
          <w:p w14:paraId="6670D5C8" w14:textId="77777777" w:rsidR="009510F5" w:rsidRPr="00435D37" w:rsidRDefault="009510F5" w:rsidP="003D65AB">
            <w:pPr>
              <w:rPr>
                <w:rFonts w:cs="Arial"/>
              </w:rPr>
            </w:pPr>
            <w:r w:rsidRPr="00A85130">
              <w:rPr>
                <w:rFonts w:cs="Arial"/>
              </w:rPr>
              <w:t>Skizze der Messstelle</w:t>
            </w:r>
            <w:r>
              <w:rPr>
                <w:rFonts w:cs="Arial"/>
              </w:rPr>
              <w:t>:</w:t>
            </w:r>
          </w:p>
        </w:tc>
      </w:tr>
      <w:tr w:rsidR="009510F5" w:rsidRPr="00435D37" w14:paraId="4BA2A299" w14:textId="77777777" w:rsidTr="003D65AB">
        <w:trPr>
          <w:gridAfter w:val="1"/>
          <w:wAfter w:w="109" w:type="dxa"/>
          <w:cantSplit/>
          <w:trHeight w:hRule="exact" w:val="261"/>
        </w:trPr>
        <w:tc>
          <w:tcPr>
            <w:tcW w:w="9876" w:type="dxa"/>
            <w:gridSpan w:val="9"/>
          </w:tcPr>
          <w:p w14:paraId="7E923FB3" w14:textId="77777777" w:rsidR="009510F5" w:rsidRPr="00435D37" w:rsidRDefault="009510F5" w:rsidP="003D65AB">
            <w:pPr>
              <w:rPr>
                <w:rFonts w:cs="Arial"/>
              </w:rPr>
            </w:pPr>
          </w:p>
        </w:tc>
      </w:tr>
      <w:tr w:rsidR="009510F5" w:rsidRPr="00435D37" w14:paraId="1A16B0B8" w14:textId="77777777" w:rsidTr="003D65AB">
        <w:trPr>
          <w:gridAfter w:val="1"/>
          <w:wAfter w:w="109" w:type="dxa"/>
          <w:cantSplit/>
          <w:trHeight w:hRule="exact" w:val="8787"/>
        </w:trPr>
        <w:sdt>
          <w:sdtPr>
            <w:rPr>
              <w:rFonts w:cs="Arial"/>
            </w:rPr>
            <w:id w:val="2014874451"/>
            <w:showingPlcHdr/>
            <w:picture/>
          </w:sdtPr>
          <w:sdtEndPr/>
          <w:sdtContent>
            <w:tc>
              <w:tcPr>
                <w:tcW w:w="9876" w:type="dxa"/>
                <w:gridSpan w:val="9"/>
              </w:tcPr>
              <w:p w14:paraId="3944A911" w14:textId="77777777" w:rsidR="009510F5" w:rsidRPr="00435D37" w:rsidRDefault="009510F5" w:rsidP="003D65AB">
                <w:pPr>
                  <w:rPr>
                    <w:rFonts w:cs="Arial"/>
                  </w:rPr>
                </w:pPr>
                <w:r>
                  <w:rPr>
                    <w:rFonts w:cs="Arial"/>
                    <w:noProof/>
                  </w:rPr>
                  <w:drawing>
                    <wp:inline distT="0" distB="0" distL="0" distR="0" wp14:anchorId="449D1E43" wp14:editId="5A9ECF33">
                      <wp:extent cx="6197600" cy="5570855"/>
                      <wp:effectExtent l="0" t="0" r="0" b="0"/>
                      <wp:docPr id="5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24378" cy="5594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73863784" w14:textId="77777777" w:rsidR="009510F5" w:rsidRPr="00750976" w:rsidRDefault="009510F5" w:rsidP="00750976">
      <w:pPr>
        <w:rPr>
          <w:sz w:val="6"/>
        </w:rPr>
      </w:pPr>
    </w:p>
    <w:sectPr w:rsidR="009510F5" w:rsidRPr="00750976" w:rsidSect="00232684">
      <w:headerReference w:type="default" r:id="rId9"/>
      <w:footerReference w:type="default" r:id="rId10"/>
      <w:footerReference w:type="first" r:id="rId11"/>
      <w:footnotePr>
        <w:numRestart w:val="eachSect"/>
      </w:footnotePr>
      <w:type w:val="continuous"/>
      <w:pgSz w:w="11906" w:h="16838"/>
      <w:pgMar w:top="567" w:right="624" w:bottom="1077" w:left="1304" w:header="567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E6C52" w14:textId="77777777" w:rsidR="004F1F74" w:rsidRDefault="004F1F74">
      <w:r>
        <w:separator/>
      </w:r>
    </w:p>
  </w:endnote>
  <w:endnote w:type="continuationSeparator" w:id="0">
    <w:p w14:paraId="63753706" w14:textId="77777777" w:rsidR="004F1F74" w:rsidRDefault="004F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A7BB" w14:textId="77777777" w:rsidR="00232684" w:rsidRDefault="00232684" w:rsidP="00232684">
    <w:pPr>
      <w:pStyle w:val="Fuzeile"/>
      <w:rPr>
        <w:sz w:val="12"/>
      </w:rPr>
    </w:pPr>
    <w:r>
      <w:rPr>
        <w:sz w:val="12"/>
      </w:rPr>
      <w:t>Version 0</w:t>
    </w:r>
    <w:r w:rsidR="00F733D8">
      <w:rPr>
        <w:sz w:val="12"/>
      </w:rPr>
      <w:t>2</w:t>
    </w:r>
    <w:r>
      <w:rPr>
        <w:sz w:val="12"/>
      </w:rPr>
      <w:t>/ HöMS, HSG5-VSM</w:t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  <w:t xml:space="preserve">Seite </w:t>
    </w:r>
    <w:r>
      <w:rPr>
        <w:rStyle w:val="Seitenzahl"/>
        <w:sz w:val="12"/>
      </w:rPr>
      <w:fldChar w:fldCharType="begin"/>
    </w:r>
    <w:r>
      <w:rPr>
        <w:rStyle w:val="Seitenzahl"/>
        <w:sz w:val="12"/>
      </w:rPr>
      <w:instrText xml:space="preserve"> PAGE </w:instrText>
    </w:r>
    <w:r>
      <w:rPr>
        <w:rStyle w:val="Seitenzahl"/>
        <w:sz w:val="12"/>
      </w:rPr>
      <w:fldChar w:fldCharType="separate"/>
    </w:r>
    <w:r w:rsidR="00101BF0">
      <w:rPr>
        <w:rStyle w:val="Seitenzahl"/>
        <w:noProof/>
        <w:sz w:val="12"/>
      </w:rPr>
      <w:t>3</w:t>
    </w:r>
    <w:r>
      <w:rPr>
        <w:rStyle w:val="Seitenzahl"/>
        <w:sz w:val="12"/>
      </w:rPr>
      <w:fldChar w:fldCharType="end"/>
    </w:r>
    <w:r>
      <w:rPr>
        <w:rStyle w:val="Seitenzahl"/>
        <w:sz w:val="12"/>
      </w:rPr>
      <w:t xml:space="preserve"> von </w:t>
    </w:r>
    <w:r>
      <w:rPr>
        <w:rStyle w:val="Seitenzahl"/>
        <w:sz w:val="12"/>
      </w:rPr>
      <w:fldChar w:fldCharType="begin"/>
    </w:r>
    <w:r>
      <w:rPr>
        <w:rStyle w:val="Seitenzahl"/>
        <w:sz w:val="12"/>
      </w:rPr>
      <w:instrText xml:space="preserve"> NUMPAGES </w:instrText>
    </w:r>
    <w:r>
      <w:rPr>
        <w:rStyle w:val="Seitenzahl"/>
        <w:sz w:val="12"/>
      </w:rPr>
      <w:fldChar w:fldCharType="separate"/>
    </w:r>
    <w:r w:rsidR="00101BF0">
      <w:rPr>
        <w:rStyle w:val="Seitenzahl"/>
        <w:noProof/>
        <w:sz w:val="12"/>
      </w:rPr>
      <w:t>3</w:t>
    </w:r>
    <w:r>
      <w:rPr>
        <w:rStyle w:val="Seitenzahl"/>
        <w:sz w:val="12"/>
      </w:rPr>
      <w:fldChar w:fldCharType="end"/>
    </w:r>
  </w:p>
  <w:p w14:paraId="74127198" w14:textId="5A1800C1" w:rsidR="00D003FF" w:rsidRDefault="00232684" w:rsidP="00D003FF">
    <w:pPr>
      <w:pStyle w:val="Fuzeile"/>
      <w:rPr>
        <w:sz w:val="12"/>
      </w:rPr>
    </w:pPr>
    <w:r>
      <w:rPr>
        <w:sz w:val="12"/>
      </w:rPr>
      <w:t>M5 Rad</w:t>
    </w:r>
  </w:p>
  <w:p w14:paraId="029CCB0F" w14:textId="77777777" w:rsidR="00D003FF" w:rsidRDefault="00D003FF" w:rsidP="00D003FF">
    <w:pPr>
      <w:pStyle w:val="Fuzeile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1D14" w14:textId="77777777" w:rsidR="00D003FF" w:rsidRDefault="00232684" w:rsidP="00D003FF">
    <w:pPr>
      <w:pStyle w:val="Fuzeile"/>
      <w:rPr>
        <w:sz w:val="12"/>
      </w:rPr>
    </w:pPr>
    <w:r>
      <w:rPr>
        <w:sz w:val="12"/>
      </w:rPr>
      <w:t>Version 0</w:t>
    </w:r>
    <w:r w:rsidR="00F733D8">
      <w:rPr>
        <w:sz w:val="12"/>
      </w:rPr>
      <w:t>2</w:t>
    </w:r>
    <w:r>
      <w:rPr>
        <w:sz w:val="12"/>
      </w:rPr>
      <w:t>/ HöMS, HSG5-VSM</w:t>
    </w:r>
    <w:r w:rsidR="00D003FF">
      <w:rPr>
        <w:sz w:val="12"/>
      </w:rPr>
      <w:tab/>
    </w:r>
    <w:r w:rsidR="00D003FF">
      <w:rPr>
        <w:sz w:val="12"/>
      </w:rPr>
      <w:tab/>
    </w:r>
    <w:r w:rsidR="00D003FF">
      <w:rPr>
        <w:sz w:val="12"/>
      </w:rPr>
      <w:tab/>
      <w:t xml:space="preserve">Seite </w:t>
    </w:r>
    <w:r w:rsidR="00D003FF">
      <w:rPr>
        <w:rStyle w:val="Seitenzahl"/>
        <w:sz w:val="12"/>
      </w:rPr>
      <w:fldChar w:fldCharType="begin"/>
    </w:r>
    <w:r w:rsidR="00D003FF">
      <w:rPr>
        <w:rStyle w:val="Seitenzahl"/>
        <w:sz w:val="12"/>
      </w:rPr>
      <w:instrText xml:space="preserve"> PAGE </w:instrText>
    </w:r>
    <w:r w:rsidR="00D003FF">
      <w:rPr>
        <w:rStyle w:val="Seitenzahl"/>
        <w:sz w:val="12"/>
      </w:rPr>
      <w:fldChar w:fldCharType="separate"/>
    </w:r>
    <w:r w:rsidR="00101BF0">
      <w:rPr>
        <w:rStyle w:val="Seitenzahl"/>
        <w:noProof/>
        <w:sz w:val="12"/>
      </w:rPr>
      <w:t>1</w:t>
    </w:r>
    <w:r w:rsidR="00D003FF">
      <w:rPr>
        <w:rStyle w:val="Seitenzahl"/>
        <w:sz w:val="12"/>
      </w:rPr>
      <w:fldChar w:fldCharType="end"/>
    </w:r>
    <w:r w:rsidR="00D003FF">
      <w:rPr>
        <w:rStyle w:val="Seitenzahl"/>
        <w:sz w:val="12"/>
      </w:rPr>
      <w:t xml:space="preserve"> von </w:t>
    </w:r>
    <w:r w:rsidR="00D003FF">
      <w:rPr>
        <w:rStyle w:val="Seitenzahl"/>
        <w:sz w:val="12"/>
      </w:rPr>
      <w:fldChar w:fldCharType="begin"/>
    </w:r>
    <w:r w:rsidR="00D003FF">
      <w:rPr>
        <w:rStyle w:val="Seitenzahl"/>
        <w:sz w:val="12"/>
      </w:rPr>
      <w:instrText xml:space="preserve"> NUMPAGES </w:instrText>
    </w:r>
    <w:r w:rsidR="00D003FF">
      <w:rPr>
        <w:rStyle w:val="Seitenzahl"/>
        <w:sz w:val="12"/>
      </w:rPr>
      <w:fldChar w:fldCharType="separate"/>
    </w:r>
    <w:r w:rsidR="00101BF0">
      <w:rPr>
        <w:rStyle w:val="Seitenzahl"/>
        <w:noProof/>
        <w:sz w:val="12"/>
      </w:rPr>
      <w:t>3</w:t>
    </w:r>
    <w:r w:rsidR="00D003FF">
      <w:rPr>
        <w:rStyle w:val="Seitenzahl"/>
        <w:sz w:val="12"/>
      </w:rPr>
      <w:fldChar w:fldCharType="end"/>
    </w:r>
  </w:p>
  <w:p w14:paraId="4E7F8326" w14:textId="77777777" w:rsidR="00D003FF" w:rsidRDefault="00232684" w:rsidP="00D003FF">
    <w:pPr>
      <w:pStyle w:val="Fuzeile"/>
      <w:rPr>
        <w:sz w:val="12"/>
      </w:rPr>
    </w:pPr>
    <w:r>
      <w:rPr>
        <w:sz w:val="12"/>
      </w:rPr>
      <w:t>M5 Rad2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FAFB8" w14:textId="77777777" w:rsidR="004F1F74" w:rsidRDefault="004F1F74">
      <w:r>
        <w:separator/>
      </w:r>
    </w:p>
  </w:footnote>
  <w:footnote w:type="continuationSeparator" w:id="0">
    <w:p w14:paraId="521E1C15" w14:textId="77777777" w:rsidR="004F1F74" w:rsidRDefault="004F1F74">
      <w:r>
        <w:continuationSeparator/>
      </w:r>
    </w:p>
  </w:footnote>
  <w:footnote w:id="1">
    <w:p w14:paraId="482A71B6" w14:textId="77777777" w:rsidR="00F733D8" w:rsidRDefault="00F733D8" w:rsidP="00F733D8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11" w:name="_Hlk208322117"/>
      <w:r w:rsidRPr="0049009C">
        <w:rPr>
          <w:sz w:val="14"/>
        </w:rPr>
        <w:t>Erlass des HM</w:t>
      </w:r>
      <w:r>
        <w:rPr>
          <w:sz w:val="14"/>
        </w:rPr>
        <w:t>dI:</w:t>
      </w:r>
      <w:r w:rsidRPr="0049009C">
        <w:rPr>
          <w:sz w:val="14"/>
        </w:rPr>
        <w:t xml:space="preserve"> VKÜ durch örtliche Ordnu</w:t>
      </w:r>
      <w:r>
        <w:rPr>
          <w:sz w:val="14"/>
        </w:rPr>
        <w:t>ngsbehörden und Polizeibehörden</w:t>
      </w:r>
      <w:r w:rsidRPr="0049009C">
        <w:rPr>
          <w:sz w:val="14"/>
        </w:rPr>
        <w:t xml:space="preserve"> vom </w:t>
      </w:r>
      <w:r>
        <w:rPr>
          <w:sz w:val="14"/>
        </w:rPr>
        <w:t>25</w:t>
      </w:r>
      <w:r w:rsidRPr="0049009C">
        <w:rPr>
          <w:sz w:val="14"/>
        </w:rPr>
        <w:t>.0</w:t>
      </w:r>
      <w:r>
        <w:rPr>
          <w:sz w:val="14"/>
        </w:rPr>
        <w:t>7</w:t>
      </w:r>
      <w:r w:rsidRPr="0049009C">
        <w:rPr>
          <w:sz w:val="14"/>
        </w:rPr>
        <w:t>.20</w:t>
      </w:r>
      <w:r>
        <w:rPr>
          <w:sz w:val="14"/>
        </w:rPr>
        <w:t>2</w:t>
      </w:r>
      <w:r w:rsidRPr="0049009C">
        <w:rPr>
          <w:sz w:val="14"/>
        </w:rPr>
        <w:t>5 (StAnz. S.</w:t>
      </w:r>
      <w:r>
        <w:rPr>
          <w:sz w:val="14"/>
        </w:rPr>
        <w:t>942</w:t>
      </w:r>
      <w:r w:rsidRPr="0049009C">
        <w:rPr>
          <w:sz w:val="14"/>
        </w:rPr>
        <w:t>), Az.: LPP 1</w:t>
      </w:r>
      <w:r>
        <w:rPr>
          <w:sz w:val="14"/>
        </w:rPr>
        <w:t>3</w:t>
      </w:r>
      <w:r w:rsidRPr="0049009C">
        <w:rPr>
          <w:sz w:val="14"/>
        </w:rPr>
        <w:t xml:space="preserve"> - 66k </w:t>
      </w:r>
      <w:r>
        <w:rPr>
          <w:sz w:val="14"/>
        </w:rPr>
        <w:t>25</w:t>
      </w:r>
      <w:r w:rsidRPr="0049009C">
        <w:rPr>
          <w:sz w:val="14"/>
        </w:rPr>
        <w:t xml:space="preserve"> – </w:t>
      </w:r>
      <w:r>
        <w:rPr>
          <w:sz w:val="14"/>
        </w:rPr>
        <w:t>36</w:t>
      </w:r>
      <w:r w:rsidRPr="0049009C">
        <w:rPr>
          <w:sz w:val="14"/>
        </w:rPr>
        <w:t>/</w:t>
      </w:r>
      <w:r>
        <w:rPr>
          <w:sz w:val="14"/>
        </w:rPr>
        <w:t>2025</w:t>
      </w:r>
      <w:bookmarkEnd w:id="11"/>
    </w:p>
  </w:footnote>
  <w:footnote w:id="2">
    <w:p w14:paraId="1F591C40" w14:textId="77777777" w:rsidR="00357A4D" w:rsidRPr="00F733D8" w:rsidRDefault="0022091F" w:rsidP="0022091F">
      <w:pPr>
        <w:pStyle w:val="Funotentext"/>
        <w:rPr>
          <w:sz w:val="14"/>
        </w:rPr>
      </w:pPr>
      <w:r>
        <w:rPr>
          <w:rStyle w:val="Funotenzeichen"/>
        </w:rPr>
        <w:footnoteRef/>
      </w:r>
      <w:r>
        <w:t xml:space="preserve"> </w:t>
      </w:r>
      <w:r w:rsidRPr="00715493">
        <w:rPr>
          <w:sz w:val="14"/>
        </w:rPr>
        <w:t>Art der VK-Beteiligung angeben (z.B. LKW, Krad)</w:t>
      </w:r>
    </w:p>
  </w:footnote>
  <w:footnote w:id="3">
    <w:p w14:paraId="389D8184" w14:textId="77777777" w:rsidR="00F733D8" w:rsidRDefault="00F733D8" w:rsidP="00F733D8">
      <w:pPr>
        <w:pStyle w:val="Funotentext"/>
        <w:rPr>
          <w:sz w:val="14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4"/>
        </w:rPr>
        <w:t>vgl. o.g. Erlass Abschnitt II.2 Abstände von Messbereichen</w:t>
      </w:r>
    </w:p>
    <w:p w14:paraId="0D7E7C9F" w14:textId="77777777" w:rsidR="00F733D8" w:rsidRDefault="00F733D8" w:rsidP="00F733D8">
      <w:pPr>
        <w:pStyle w:val="Funotentext"/>
      </w:pPr>
    </w:p>
    <w:p w14:paraId="487FA72B" w14:textId="77777777" w:rsidR="00F733D8" w:rsidRDefault="00F733D8" w:rsidP="00F733D8">
      <w:pPr>
        <w:pStyle w:val="Funotentext"/>
      </w:pPr>
    </w:p>
  </w:footnote>
  <w:footnote w:id="4">
    <w:p w14:paraId="643CFA6E" w14:textId="77777777" w:rsidR="003962AD" w:rsidRPr="00CB1194" w:rsidRDefault="003962AD" w:rsidP="003962AD">
      <w:pPr>
        <w:pStyle w:val="Funotentext"/>
        <w:rPr>
          <w:sz w:val="14"/>
        </w:rPr>
      </w:pPr>
      <w:r>
        <w:rPr>
          <w:rStyle w:val="Funotenzeichen"/>
        </w:rPr>
        <w:footnoteRef/>
      </w:r>
      <w:r>
        <w:t xml:space="preserve"> </w:t>
      </w:r>
      <w:bookmarkStart w:id="12" w:name="_Hlk208322255"/>
      <w:r w:rsidR="00F733D8">
        <w:rPr>
          <w:sz w:val="14"/>
        </w:rPr>
        <w:t>Erlass des HMdI</w:t>
      </w:r>
      <w:r w:rsidR="00F733D8" w:rsidRPr="003A3FBF">
        <w:rPr>
          <w:sz w:val="14"/>
        </w:rPr>
        <w:t xml:space="preserve">: Verkehrsüberwachung durch örtliche Ordnungsbehörden und Polizeibehörden vom </w:t>
      </w:r>
      <w:r w:rsidR="00F733D8">
        <w:rPr>
          <w:sz w:val="14"/>
        </w:rPr>
        <w:t>25</w:t>
      </w:r>
      <w:r w:rsidR="00F733D8" w:rsidRPr="003A3FBF">
        <w:rPr>
          <w:sz w:val="14"/>
        </w:rPr>
        <w:t>.0</w:t>
      </w:r>
      <w:r w:rsidR="00F733D8">
        <w:rPr>
          <w:sz w:val="14"/>
        </w:rPr>
        <w:t>7</w:t>
      </w:r>
      <w:r w:rsidR="00F733D8" w:rsidRPr="003A3FBF">
        <w:rPr>
          <w:sz w:val="14"/>
        </w:rPr>
        <w:t>.20</w:t>
      </w:r>
      <w:r w:rsidR="00F733D8">
        <w:rPr>
          <w:sz w:val="14"/>
        </w:rPr>
        <w:t>2</w:t>
      </w:r>
      <w:r w:rsidR="00F733D8" w:rsidRPr="003A3FBF">
        <w:rPr>
          <w:sz w:val="14"/>
        </w:rPr>
        <w:t xml:space="preserve">5, </w:t>
      </w:r>
      <w:r w:rsidR="00F733D8">
        <w:rPr>
          <w:sz w:val="14"/>
        </w:rPr>
        <w:t>II.3</w:t>
      </w:r>
      <w:bookmarkEnd w:id="1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142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5954"/>
      <w:gridCol w:w="3969"/>
    </w:tblGrid>
    <w:tr w:rsidR="003962AD" w:rsidRPr="00E4182D" w14:paraId="2E11EE76" w14:textId="77777777" w:rsidTr="00AD25BB">
      <w:trPr>
        <w:cantSplit/>
        <w:trHeight w:hRule="exact" w:val="261"/>
      </w:trPr>
      <w:tc>
        <w:tcPr>
          <w:tcW w:w="595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B5C0DD" w14:textId="77777777" w:rsidR="003962AD" w:rsidRPr="00E4182D" w:rsidRDefault="003962AD" w:rsidP="00D80486">
          <w:pPr>
            <w:rPr>
              <w:b/>
              <w:bCs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B49701" w14:textId="77777777" w:rsidR="003962AD" w:rsidRDefault="003962AD" w:rsidP="00D80486">
          <w:pPr>
            <w:rPr>
              <w:b/>
              <w:bCs/>
            </w:rPr>
          </w:pPr>
          <w:r>
            <w:rPr>
              <w:b/>
              <w:bCs/>
            </w:rPr>
            <w:t xml:space="preserve">VNr.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REF F000</w:instrText>
          </w:r>
          <w:r w:rsidR="00AD25BB">
            <w:rPr>
              <w:b/>
              <w:bCs/>
            </w:rPr>
            <w:instrText xml:space="preserve">9 \* CHARFORMAT </w:instrText>
          </w:r>
          <w:r>
            <w:rPr>
              <w:b/>
              <w:bCs/>
            </w:rPr>
            <w:fldChar w:fldCharType="separate"/>
          </w:r>
          <w:r w:rsidR="004F1F74" w:rsidRPr="004F1F74">
            <w:rPr>
              <w:b/>
              <w:bCs/>
            </w:rPr>
            <w:t xml:space="preserve">     </w:t>
          </w:r>
          <w:r>
            <w:rPr>
              <w:b/>
              <w:bCs/>
            </w:rPr>
            <w:fldChar w:fldCharType="end"/>
          </w:r>
        </w:p>
      </w:tc>
    </w:tr>
  </w:tbl>
  <w:p w14:paraId="00F5EA54" w14:textId="77777777" w:rsidR="003962AD" w:rsidRDefault="003962AD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206678C" wp14:editId="3ABF4578">
              <wp:simplePos x="0" y="0"/>
              <wp:positionH relativeFrom="page">
                <wp:posOffset>252095</wp:posOffset>
              </wp:positionH>
              <wp:positionV relativeFrom="page">
                <wp:posOffset>5345430</wp:posOffset>
              </wp:positionV>
              <wp:extent cx="179705" cy="0"/>
              <wp:effectExtent l="13970" t="11430" r="6350" b="762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FF54D4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420.9pt" to="34pt,4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" strokeweight=".2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6D8DDBD" wp14:editId="58BF90FF">
              <wp:simplePos x="0" y="0"/>
              <wp:positionH relativeFrom="page">
                <wp:posOffset>252095</wp:posOffset>
              </wp:positionH>
              <wp:positionV relativeFrom="page">
                <wp:posOffset>3779520</wp:posOffset>
              </wp:positionV>
              <wp:extent cx="179705" cy="0"/>
              <wp:effectExtent l="13970" t="7620" r="6350" b="1143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4788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297.6pt" to="34pt,2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" strokeweight=".25pt">
              <w10:wrap anchorx="page" anchory="page"/>
              <w10:anchorlock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F74"/>
    <w:rsid w:val="000131B8"/>
    <w:rsid w:val="0001326C"/>
    <w:rsid w:val="00055D94"/>
    <w:rsid w:val="00097B4D"/>
    <w:rsid w:val="000F063C"/>
    <w:rsid w:val="000F4EB7"/>
    <w:rsid w:val="00101BF0"/>
    <w:rsid w:val="00102B47"/>
    <w:rsid w:val="00121660"/>
    <w:rsid w:val="0012280A"/>
    <w:rsid w:val="001769B0"/>
    <w:rsid w:val="001A4B5D"/>
    <w:rsid w:val="001A5431"/>
    <w:rsid w:val="001C3898"/>
    <w:rsid w:val="001E7BD1"/>
    <w:rsid w:val="001F2C4E"/>
    <w:rsid w:val="0022091F"/>
    <w:rsid w:val="00226C1E"/>
    <w:rsid w:val="00232684"/>
    <w:rsid w:val="00243C69"/>
    <w:rsid w:val="002558CD"/>
    <w:rsid w:val="002A4D74"/>
    <w:rsid w:val="003315ED"/>
    <w:rsid w:val="00333626"/>
    <w:rsid w:val="003543C3"/>
    <w:rsid w:val="00357A4D"/>
    <w:rsid w:val="00360398"/>
    <w:rsid w:val="00366983"/>
    <w:rsid w:val="00383B98"/>
    <w:rsid w:val="003962AD"/>
    <w:rsid w:val="003A4ACE"/>
    <w:rsid w:val="003B3A00"/>
    <w:rsid w:val="003B6624"/>
    <w:rsid w:val="003D2F2B"/>
    <w:rsid w:val="003E6A97"/>
    <w:rsid w:val="004030AF"/>
    <w:rsid w:val="004056B1"/>
    <w:rsid w:val="00435D37"/>
    <w:rsid w:val="00467F61"/>
    <w:rsid w:val="0049009C"/>
    <w:rsid w:val="004A4BD8"/>
    <w:rsid w:val="004C56ED"/>
    <w:rsid w:val="004D51B9"/>
    <w:rsid w:val="004F1F74"/>
    <w:rsid w:val="00544D97"/>
    <w:rsid w:val="0057347C"/>
    <w:rsid w:val="00576F15"/>
    <w:rsid w:val="005A4F24"/>
    <w:rsid w:val="005B61B0"/>
    <w:rsid w:val="005B77C6"/>
    <w:rsid w:val="00627F19"/>
    <w:rsid w:val="006418CA"/>
    <w:rsid w:val="006A57DD"/>
    <w:rsid w:val="006C1B74"/>
    <w:rsid w:val="006F11E8"/>
    <w:rsid w:val="00700421"/>
    <w:rsid w:val="00715493"/>
    <w:rsid w:val="007263D5"/>
    <w:rsid w:val="00740380"/>
    <w:rsid w:val="00747C43"/>
    <w:rsid w:val="00750976"/>
    <w:rsid w:val="007549D6"/>
    <w:rsid w:val="007602AC"/>
    <w:rsid w:val="007634C7"/>
    <w:rsid w:val="007641D4"/>
    <w:rsid w:val="0077461A"/>
    <w:rsid w:val="00796B3E"/>
    <w:rsid w:val="007D0D35"/>
    <w:rsid w:val="007E0145"/>
    <w:rsid w:val="007E48B5"/>
    <w:rsid w:val="008279F1"/>
    <w:rsid w:val="00851310"/>
    <w:rsid w:val="00865661"/>
    <w:rsid w:val="008670F8"/>
    <w:rsid w:val="00872701"/>
    <w:rsid w:val="0091336B"/>
    <w:rsid w:val="00926231"/>
    <w:rsid w:val="009510F5"/>
    <w:rsid w:val="009A0266"/>
    <w:rsid w:val="009A1F3D"/>
    <w:rsid w:val="009B2CC2"/>
    <w:rsid w:val="00A07E9A"/>
    <w:rsid w:val="00A26669"/>
    <w:rsid w:val="00A300BE"/>
    <w:rsid w:val="00A3187A"/>
    <w:rsid w:val="00A43DAE"/>
    <w:rsid w:val="00A44AF1"/>
    <w:rsid w:val="00A700EC"/>
    <w:rsid w:val="00A85130"/>
    <w:rsid w:val="00A94450"/>
    <w:rsid w:val="00AB5E29"/>
    <w:rsid w:val="00AD25BB"/>
    <w:rsid w:val="00B735FF"/>
    <w:rsid w:val="00B91056"/>
    <w:rsid w:val="00BA39EF"/>
    <w:rsid w:val="00BC18E3"/>
    <w:rsid w:val="00BD0EF1"/>
    <w:rsid w:val="00BD0F2A"/>
    <w:rsid w:val="00BF2E90"/>
    <w:rsid w:val="00C075E0"/>
    <w:rsid w:val="00C1048D"/>
    <w:rsid w:val="00C15E31"/>
    <w:rsid w:val="00C40A5A"/>
    <w:rsid w:val="00C751AC"/>
    <w:rsid w:val="00C8587D"/>
    <w:rsid w:val="00C942DA"/>
    <w:rsid w:val="00CA29D6"/>
    <w:rsid w:val="00CC0388"/>
    <w:rsid w:val="00D003FF"/>
    <w:rsid w:val="00D228AB"/>
    <w:rsid w:val="00D41AAD"/>
    <w:rsid w:val="00D7321F"/>
    <w:rsid w:val="00D80486"/>
    <w:rsid w:val="00DB7A4D"/>
    <w:rsid w:val="00DD503F"/>
    <w:rsid w:val="00E01915"/>
    <w:rsid w:val="00E73035"/>
    <w:rsid w:val="00E97C96"/>
    <w:rsid w:val="00EA0134"/>
    <w:rsid w:val="00EA6A27"/>
    <w:rsid w:val="00EE6294"/>
    <w:rsid w:val="00F254E6"/>
    <w:rsid w:val="00F52314"/>
    <w:rsid w:val="00F628C8"/>
    <w:rsid w:val="00F733D8"/>
    <w:rsid w:val="00F755F8"/>
    <w:rsid w:val="00FD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407BE2"/>
  <w15:docId w15:val="{DF191B44-56D1-4E25-8DD1-A4138320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cs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semiHidden/>
    <w:unhideWhenUsed/>
    <w:rsid w:val="0049009C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9009C"/>
    <w:rPr>
      <w:rFonts w:ascii="Arial" w:hAnsi="Arial"/>
    </w:rPr>
  </w:style>
  <w:style w:type="character" w:styleId="Funotenzeichen">
    <w:name w:val="footnote reference"/>
    <w:basedOn w:val="Absatz-Standardschriftart"/>
    <w:semiHidden/>
    <w:unhideWhenUsed/>
    <w:rsid w:val="0049009C"/>
    <w:rPr>
      <w:vertAlign w:val="superscript"/>
    </w:rPr>
  </w:style>
  <w:style w:type="character" w:styleId="Seitenzahl">
    <w:name w:val="page number"/>
    <w:basedOn w:val="Absatz-Standardschriftart"/>
    <w:rsid w:val="00D80486"/>
  </w:style>
  <w:style w:type="paragraph" w:styleId="Endnotentext">
    <w:name w:val="endnote text"/>
    <w:basedOn w:val="Standard"/>
    <w:link w:val="EndnotentextZchn"/>
    <w:semiHidden/>
    <w:unhideWhenUsed/>
    <w:rsid w:val="00097B4D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097B4D"/>
    <w:rPr>
      <w:rFonts w:ascii="Arial" w:hAnsi="Arial"/>
    </w:rPr>
  </w:style>
  <w:style w:type="character" w:styleId="Endnotenzeichen">
    <w:name w:val="endnote reference"/>
    <w:basedOn w:val="Absatz-Standardschriftart"/>
    <w:semiHidden/>
    <w:unhideWhenUsed/>
    <w:rsid w:val="00097B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olizei.hessen.de\zda\HEHS\ZFW\5-VSM\ALLE\M\Messprotokolle\%23%20Messprotokolle%2002\Kommune\Messprotokoll%20M5_Rad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4D441-0995-481E-88B5-3035DAE5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Messprotokoll M5_Rad1.dotx</Template>
  <TotalTime>0</TotalTime>
  <Pages>3</Pages>
  <Words>393</Words>
  <Characters>3946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Messprotokoll_VDS_M5_Rad2</vt:lpstr>
    </vt:vector>
  </TitlesOfParts>
  <Manager/>
  <Company>Polizei Hessen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Messprotokoll_VDS_M5_Rad</dc:title>
  <dc:subject/>
  <dc:creator>WAHL, FRANK</dc:creator>
  <cp:keywords/>
  <dc:description/>
  <cp:lastModifiedBy>WAHL, FRANK</cp:lastModifiedBy>
  <cp:revision>1</cp:revision>
  <cp:lastPrinted>2003-07-14T12:06:00Z</cp:lastPrinted>
  <dcterms:created xsi:type="dcterms:W3CDTF">2025-10-07T11:47:00Z</dcterms:created>
  <dcterms:modified xsi:type="dcterms:W3CDTF">2025-10-07T12:10:00Z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-1149840145</vt:i4>
  </property>
  <property fmtid="{D5CDD505-2E9C-101B-9397-08002B2CF9AE}" pid="3" name="_NewReviewCycle">
    <vt:lpwstr/>
  </property>
  <property fmtid="{D5CDD505-2E9C-101B-9397-08002B2CF9AE}" pid="4" name="_EmailSubject">
    <vt:lpwstr>Messprotokoll M5 Rad</vt:lpwstr>
  </property>
  <property fmtid="{D5CDD505-2E9C-101B-9397-08002B2CF9AE}" pid="5" name="_AuthorEmail">
    <vt:lpwstr>verkehrstechnik.vsm.hoems@polizei.hessen.de</vt:lpwstr>
  </property>
  <property fmtid="{D5CDD505-2E9C-101B-9397-08002B2CF9AE}" pid="6" name="_AuthorEmailDisplayName">
    <vt:lpwstr>HEHS-ZFW5-VERKEHRSSICHERHEIT-MOBILITAET-VERKEHRSTECHNIK-SERVICE</vt:lpwstr>
  </property>
</Properties>
</file>